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AF1" w:rsidRDefault="00F91AF1" w:rsidP="00F91AF1">
      <w:pPr>
        <w:shd w:val="clear" w:color="auto" w:fill="FFFFFF"/>
        <w:spacing w:line="270" w:lineRule="atLeast"/>
        <w:rPr>
          <w:rFonts w:ascii="Arial" w:eastAsia="Times New Roman" w:hAnsi="Arial" w:cs="Arial"/>
          <w:color w:val="444444"/>
          <w:sz w:val="21"/>
          <w:szCs w:val="21"/>
        </w:rPr>
      </w:pPr>
      <w:r>
        <w:rPr>
          <w:rFonts w:ascii="Arial" w:eastAsia="Times New Roman" w:hAnsi="Arial" w:cs="Arial"/>
          <w:color w:val="444444"/>
          <w:sz w:val="21"/>
          <w:szCs w:val="21"/>
        </w:rPr>
        <w:t>GRABACIONES:</w:t>
      </w:r>
      <w:bookmarkStart w:id="0" w:name="_GoBack"/>
      <w:bookmarkEnd w:id="0"/>
    </w:p>
    <w:p w:rsidR="00F91AF1" w:rsidRDefault="00F91AF1" w:rsidP="00F91AF1">
      <w:pPr>
        <w:shd w:val="clear" w:color="auto" w:fill="FFFFFF"/>
        <w:spacing w:line="270" w:lineRule="atLeast"/>
        <w:rPr>
          <w:rFonts w:ascii="Arial" w:eastAsia="Times New Roman" w:hAnsi="Arial" w:cs="Arial"/>
          <w:color w:val="444444"/>
          <w:sz w:val="21"/>
          <w:szCs w:val="21"/>
        </w:rPr>
      </w:pPr>
    </w:p>
    <w:p w:rsidR="00F91AF1" w:rsidRDefault="00F91AF1" w:rsidP="00F91AF1">
      <w:pPr>
        <w:shd w:val="clear" w:color="auto" w:fill="FFFFFF"/>
        <w:spacing w:line="270" w:lineRule="atLeast"/>
        <w:rPr>
          <w:rFonts w:ascii="Arial" w:eastAsia="Times New Roman" w:hAnsi="Arial" w:cs="Arial"/>
          <w:color w:val="444444"/>
          <w:sz w:val="21"/>
          <w:szCs w:val="21"/>
        </w:rPr>
      </w:pPr>
    </w:p>
    <w:p w:rsidR="00F91AF1" w:rsidRDefault="00F91AF1" w:rsidP="00F91AF1">
      <w:pPr>
        <w:shd w:val="clear" w:color="auto" w:fill="FFFFFF"/>
        <w:spacing w:line="270" w:lineRule="atLeast"/>
        <w:rPr>
          <w:rFonts w:ascii="Arial" w:eastAsia="Times New Roman" w:hAnsi="Arial" w:cs="Arial"/>
          <w:color w:val="444444"/>
          <w:sz w:val="21"/>
          <w:szCs w:val="21"/>
        </w:rPr>
      </w:pPr>
      <w:hyperlink r:id="rId4" w:history="1">
        <w:r>
          <w:rPr>
            <w:rStyle w:val="Hipervnculo"/>
            <w:rFonts w:ascii="Arial" w:eastAsia="Times New Roman" w:hAnsi="Arial" w:cs="Arial"/>
            <w:sz w:val="21"/>
            <w:szCs w:val="21"/>
          </w:rPr>
          <w:t>jorgejuaher@alumno.maristassegovia.org</w:t>
        </w:r>
      </w:hyperlink>
      <w:r>
        <w:rPr>
          <w:rFonts w:ascii="Arial" w:eastAsia="Times New Roman" w:hAnsi="Arial" w:cs="Arial"/>
          <w:color w:val="444444"/>
          <w:sz w:val="21"/>
          <w:szCs w:val="21"/>
        </w:rPr>
        <w:t xml:space="preserve"> ha compartido el siguiente archivo de audio:</w:t>
      </w:r>
    </w:p>
    <w:p w:rsidR="00F91AF1" w:rsidRDefault="00F91AF1" w:rsidP="00F91AF1">
      <w:pPr>
        <w:shd w:val="clear" w:color="auto" w:fill="FFFFFF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drawing>
          <wp:inline distT="0" distB="0" distL="0" distR="0">
            <wp:extent cx="231775" cy="231775"/>
            <wp:effectExtent l="0" t="0" r="0" b="0"/>
            <wp:docPr id="1" name="Imagen 1" descr="https://ssl.gstatic.com/docs/documents/share/images/services/audio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l.gstatic.com/docs/documents/share/images/services/audio-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AF1" w:rsidRDefault="00F91AF1" w:rsidP="00F91AF1">
      <w:pPr>
        <w:shd w:val="clear" w:color="auto" w:fill="FFFFFF"/>
        <w:rPr>
          <w:color w:val="000000"/>
        </w:rPr>
      </w:pPr>
      <w:hyperlink r:id="rId6" w:history="1">
        <w:r>
          <w:rPr>
            <w:rStyle w:val="Hipervnculo"/>
            <w:color w:val="3367D6"/>
          </w:rPr>
          <w:t>1.mp3</w:t>
        </w:r>
      </w:hyperlink>
      <w:r>
        <w:rPr>
          <w:color w:val="000000"/>
        </w:rPr>
        <w:t xml:space="preserve"> </w:t>
      </w:r>
    </w:p>
    <w:p w:rsidR="00F91AF1" w:rsidRDefault="00F91AF1" w:rsidP="00F91AF1">
      <w:pPr>
        <w:shd w:val="clear" w:color="auto" w:fill="FFFFFF"/>
        <w:rPr>
          <w:color w:val="000000"/>
        </w:rPr>
      </w:pPr>
      <w:hyperlink r:id="rId7" w:tgtFrame="_blank" w:history="1">
        <w:r>
          <w:rPr>
            <w:rStyle w:val="Hipervnculo"/>
            <w:b/>
            <w:bCs/>
            <w:color w:val="FFFFFF"/>
            <w:sz w:val="17"/>
            <w:szCs w:val="17"/>
            <w:bdr w:val="single" w:sz="6" w:space="0" w:color="3079ED" w:frame="1"/>
            <w:shd w:val="clear" w:color="auto" w:fill="4D90FE"/>
          </w:rPr>
          <w:t>Abrir</w:t>
        </w:r>
      </w:hyperlink>
    </w:p>
    <w:tbl>
      <w:tblPr>
        <w:tblW w:w="5000" w:type="pct"/>
        <w:tblLook w:val="04A0" w:firstRow="1" w:lastRow="0" w:firstColumn="1" w:lastColumn="0" w:noHBand="0" w:noVBand="1"/>
      </w:tblPr>
      <w:tblGrid>
        <w:gridCol w:w="45"/>
        <w:gridCol w:w="8414"/>
        <w:gridCol w:w="45"/>
      </w:tblGrid>
      <w:tr w:rsidR="00F91AF1" w:rsidTr="00F91AF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45" w:type="dxa"/>
              <w:tblLook w:val="04A0" w:firstRow="1" w:lastRow="0" w:firstColumn="1" w:lastColumn="0" w:noHBand="0" w:noVBand="1"/>
            </w:tblPr>
            <w:tblGrid>
              <w:gridCol w:w="15"/>
              <w:gridCol w:w="15"/>
              <w:gridCol w:w="15"/>
            </w:tblGrid>
            <w:tr w:rsidR="00F91AF1">
              <w:trPr>
                <w:trHeight w:val="15"/>
              </w:trPr>
              <w:tc>
                <w:tcPr>
                  <w:tcW w:w="15" w:type="dxa"/>
                  <w:shd w:val="clear" w:color="auto" w:fill="F0F0F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" w:type="dxa"/>
                  <w:shd w:val="clear" w:color="auto" w:fill="EAEAE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" w:type="dxa"/>
                  <w:shd w:val="clear" w:color="auto" w:fill="E5E5E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91AF1">
              <w:trPr>
                <w:trHeight w:val="15"/>
              </w:trPr>
              <w:tc>
                <w:tcPr>
                  <w:tcW w:w="15" w:type="dxa"/>
                  <w:shd w:val="clear" w:color="auto" w:fill="F0F0F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" w:type="dxa"/>
                  <w:shd w:val="clear" w:color="auto" w:fill="EAEAE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" w:type="dxa"/>
                  <w:shd w:val="clear" w:color="auto" w:fill="EAEAE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91AF1">
              <w:trPr>
                <w:trHeight w:val="15"/>
              </w:trPr>
              <w:tc>
                <w:tcPr>
                  <w:tcW w:w="15" w:type="dxa"/>
                  <w:shd w:val="clear" w:color="auto" w:fill="F5F5F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" w:type="dxa"/>
                  <w:shd w:val="clear" w:color="auto" w:fill="F0F0F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" w:type="dxa"/>
                  <w:shd w:val="clear" w:color="auto" w:fill="F0F0F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F91AF1" w:rsidRDefault="00F91AF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AF1" w:rsidRDefault="00F91AF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45" w:type="dxa"/>
              <w:tblLook w:val="04A0" w:firstRow="1" w:lastRow="0" w:firstColumn="1" w:lastColumn="0" w:noHBand="0" w:noVBand="1"/>
            </w:tblPr>
            <w:tblGrid>
              <w:gridCol w:w="15"/>
              <w:gridCol w:w="15"/>
              <w:gridCol w:w="15"/>
            </w:tblGrid>
            <w:tr w:rsidR="00F91AF1">
              <w:trPr>
                <w:trHeight w:val="15"/>
              </w:trPr>
              <w:tc>
                <w:tcPr>
                  <w:tcW w:w="15" w:type="dxa"/>
                  <w:shd w:val="clear" w:color="auto" w:fill="E5E5E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" w:type="dxa"/>
                  <w:shd w:val="clear" w:color="auto" w:fill="EAEAE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" w:type="dxa"/>
                  <w:shd w:val="clear" w:color="auto" w:fill="F0F0F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91AF1">
              <w:trPr>
                <w:trHeight w:val="15"/>
              </w:trPr>
              <w:tc>
                <w:tcPr>
                  <w:tcW w:w="15" w:type="dxa"/>
                  <w:shd w:val="clear" w:color="auto" w:fill="EAEAE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" w:type="dxa"/>
                  <w:shd w:val="clear" w:color="auto" w:fill="EAEAE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" w:type="dxa"/>
                  <w:shd w:val="clear" w:color="auto" w:fill="F0F0F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91AF1">
              <w:trPr>
                <w:trHeight w:val="15"/>
              </w:trPr>
              <w:tc>
                <w:tcPr>
                  <w:tcW w:w="15" w:type="dxa"/>
                  <w:shd w:val="clear" w:color="auto" w:fill="F0F0F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" w:type="dxa"/>
                  <w:shd w:val="clear" w:color="auto" w:fill="F0F0F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" w:type="dxa"/>
                  <w:shd w:val="clear" w:color="auto" w:fill="F5F5F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1AF1" w:rsidRDefault="00F91AF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F91AF1" w:rsidRDefault="00F91AF1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D43980" w:rsidRDefault="00D43980"/>
    <w:p w:rsidR="00F91AF1" w:rsidRDefault="00F91AF1"/>
    <w:p w:rsidR="00F91AF1" w:rsidRDefault="00F91AF1"/>
    <w:p w:rsidR="00F91AF1" w:rsidRDefault="00F91AF1"/>
    <w:p w:rsidR="00F91AF1" w:rsidRDefault="00F91AF1"/>
    <w:p w:rsidR="00F91AF1" w:rsidRDefault="00F91AF1" w:rsidP="00F91AF1">
      <w:pPr>
        <w:shd w:val="clear" w:color="auto" w:fill="FFFFFF"/>
        <w:spacing w:line="270" w:lineRule="atLeast"/>
        <w:rPr>
          <w:rFonts w:ascii="Arial" w:eastAsia="Times New Roman" w:hAnsi="Arial" w:cs="Arial"/>
          <w:color w:val="444444"/>
          <w:sz w:val="21"/>
          <w:szCs w:val="21"/>
        </w:rPr>
      </w:pPr>
      <w:hyperlink r:id="rId8" w:history="1">
        <w:r>
          <w:rPr>
            <w:rStyle w:val="Hipervnculo"/>
            <w:rFonts w:ascii="Arial" w:eastAsia="Times New Roman" w:hAnsi="Arial" w:cs="Arial"/>
            <w:sz w:val="21"/>
            <w:szCs w:val="21"/>
          </w:rPr>
          <w:t>raulcolluc@alumno.maristassegovia.org</w:t>
        </w:r>
      </w:hyperlink>
      <w:r>
        <w:rPr>
          <w:rFonts w:ascii="Arial" w:eastAsia="Times New Roman" w:hAnsi="Arial" w:cs="Arial"/>
          <w:color w:val="444444"/>
          <w:sz w:val="21"/>
          <w:szCs w:val="21"/>
        </w:rPr>
        <w:t xml:space="preserve"> ha compartido el siguiente archivo:</w:t>
      </w:r>
    </w:p>
    <w:p w:rsidR="00F91AF1" w:rsidRDefault="00F91AF1" w:rsidP="00F91AF1">
      <w:pPr>
        <w:shd w:val="clear" w:color="auto" w:fill="FFFFFF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drawing>
          <wp:inline distT="0" distB="0" distL="0" distR="0">
            <wp:extent cx="196850" cy="196850"/>
            <wp:effectExtent l="0" t="0" r="0" b="0"/>
            <wp:docPr id="3" name="Imagen 3" descr="https://ssl.gstatic.com/docs/documents/share/images/services/generic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sl.gstatic.com/docs/documents/share/images/services/generic-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AF1" w:rsidRDefault="00F91AF1" w:rsidP="00F91AF1">
      <w:pPr>
        <w:shd w:val="clear" w:color="auto" w:fill="FFFFFF"/>
        <w:rPr>
          <w:color w:val="000000"/>
        </w:rPr>
      </w:pPr>
      <w:hyperlink r:id="rId10" w:history="1">
        <w:r>
          <w:rPr>
            <w:rStyle w:val="Hipervnculo"/>
            <w:color w:val="3367D6"/>
          </w:rPr>
          <w:t>AUD-20181218-WA0008.m4a</w:t>
        </w:r>
      </w:hyperlink>
      <w:r>
        <w:rPr>
          <w:color w:val="000000"/>
        </w:rPr>
        <w:t xml:space="preserve"> </w:t>
      </w:r>
    </w:p>
    <w:p w:rsidR="00F91AF1" w:rsidRDefault="00F91AF1" w:rsidP="00F91AF1">
      <w:pPr>
        <w:shd w:val="clear" w:color="auto" w:fill="FFFFFF"/>
        <w:rPr>
          <w:rFonts w:ascii="Arial" w:eastAsia="Times New Roman" w:hAnsi="Arial" w:cs="Arial"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74345" cy="474345"/>
            <wp:effectExtent l="0" t="0" r="1905" b="1905"/>
            <wp:docPr id="2" name="Imagen 2" descr="Unknown profil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known profile phot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262626"/>
          <w:sz w:val="20"/>
          <w:szCs w:val="20"/>
        </w:rPr>
        <w:t xml:space="preserve">Audio </w:t>
      </w:r>
      <w:proofErr w:type="spellStart"/>
      <w:r>
        <w:rPr>
          <w:rFonts w:ascii="Arial" w:eastAsia="Times New Roman" w:hAnsi="Arial" w:cs="Arial"/>
          <w:color w:val="262626"/>
          <w:sz w:val="20"/>
          <w:szCs w:val="20"/>
        </w:rPr>
        <w:t>Constituón</w:t>
      </w:r>
      <w:proofErr w:type="spellEnd"/>
      <w:r>
        <w:rPr>
          <w:rFonts w:ascii="Arial" w:eastAsia="Times New Roman" w:hAnsi="Arial" w:cs="Arial"/>
          <w:color w:val="262626"/>
          <w:sz w:val="20"/>
          <w:szCs w:val="20"/>
        </w:rPr>
        <w:t xml:space="preserve"> de Raúl Colindres y Alejandro Ruano</w:t>
      </w:r>
    </w:p>
    <w:p w:rsidR="00F91AF1" w:rsidRDefault="00F91AF1" w:rsidP="00F91AF1">
      <w:pPr>
        <w:shd w:val="clear" w:color="auto" w:fill="FFFFFF"/>
        <w:rPr>
          <w:rFonts w:ascii="Arial" w:eastAsia="Times New Roman" w:hAnsi="Arial" w:cs="Arial"/>
          <w:color w:val="000000"/>
        </w:rPr>
      </w:pPr>
      <w:hyperlink r:id="rId12" w:tgtFrame="_blank" w:history="1">
        <w:r>
          <w:rPr>
            <w:rStyle w:val="Hipervnculo"/>
            <w:rFonts w:ascii="Arial" w:eastAsia="Times New Roman" w:hAnsi="Arial" w:cs="Arial"/>
            <w:b/>
            <w:bCs/>
            <w:color w:val="FFFFFF"/>
            <w:sz w:val="17"/>
            <w:szCs w:val="17"/>
            <w:bdr w:val="single" w:sz="6" w:space="0" w:color="3079ED" w:frame="1"/>
            <w:shd w:val="clear" w:color="auto" w:fill="4D90FE"/>
          </w:rPr>
          <w:t>Abrir</w:t>
        </w:r>
      </w:hyperlink>
    </w:p>
    <w:p w:rsidR="00F91AF1" w:rsidRDefault="00F91AF1"/>
    <w:p w:rsidR="00F91AF1" w:rsidRDefault="00F91AF1"/>
    <w:p w:rsidR="00F91AF1" w:rsidRDefault="00F91AF1"/>
    <w:p w:rsidR="00F91AF1" w:rsidRDefault="00F91AF1"/>
    <w:p w:rsidR="00F91AF1" w:rsidRDefault="00F91AF1"/>
    <w:p w:rsidR="00F91AF1" w:rsidRDefault="00F91AF1"/>
    <w:p w:rsidR="00F91AF1" w:rsidRDefault="00F91AF1" w:rsidP="00F91AF1">
      <w:pPr>
        <w:shd w:val="clear" w:color="auto" w:fill="FFFFFF"/>
        <w:spacing w:line="270" w:lineRule="atLeast"/>
        <w:rPr>
          <w:rFonts w:ascii="Arial" w:eastAsia="Times New Roman" w:hAnsi="Arial" w:cs="Arial"/>
          <w:color w:val="444444"/>
          <w:sz w:val="21"/>
          <w:szCs w:val="21"/>
        </w:rPr>
      </w:pPr>
      <w:hyperlink r:id="rId13" w:history="1">
        <w:r>
          <w:rPr>
            <w:rStyle w:val="Hipervnculo"/>
            <w:rFonts w:ascii="Arial" w:eastAsia="Times New Roman" w:hAnsi="Arial" w:cs="Arial"/>
            <w:sz w:val="21"/>
            <w:szCs w:val="21"/>
          </w:rPr>
          <w:t>barbarafrapen@alumno.maristassegovia.org</w:t>
        </w:r>
      </w:hyperlink>
      <w:r>
        <w:rPr>
          <w:rFonts w:ascii="Arial" w:eastAsia="Times New Roman" w:hAnsi="Arial" w:cs="Arial"/>
          <w:color w:val="444444"/>
          <w:sz w:val="21"/>
          <w:szCs w:val="21"/>
        </w:rPr>
        <w:t xml:space="preserve"> ha compartido el siguiente archivo de audio:</w:t>
      </w:r>
    </w:p>
    <w:p w:rsidR="00F91AF1" w:rsidRDefault="00F91AF1" w:rsidP="00F91AF1">
      <w:pPr>
        <w:shd w:val="clear" w:color="auto" w:fill="FFFFFF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drawing>
          <wp:inline distT="0" distB="0" distL="0" distR="0">
            <wp:extent cx="231775" cy="231775"/>
            <wp:effectExtent l="0" t="0" r="0" b="0"/>
            <wp:docPr id="4" name="Imagen 4" descr="https://ssl.gstatic.com/docs/documents/share/images/services/audio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sl.gstatic.com/docs/documents/share/images/services/audio-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AF1" w:rsidRDefault="00F91AF1" w:rsidP="00F91AF1">
      <w:pPr>
        <w:shd w:val="clear" w:color="auto" w:fill="FFFFFF"/>
        <w:rPr>
          <w:color w:val="000000"/>
        </w:rPr>
      </w:pPr>
      <w:hyperlink r:id="rId14" w:history="1">
        <w:r>
          <w:rPr>
            <w:rStyle w:val="Hipervnculo"/>
            <w:color w:val="3367D6"/>
          </w:rPr>
          <w:t>Mi grabación#3</w:t>
        </w:r>
      </w:hyperlink>
      <w:r>
        <w:rPr>
          <w:color w:val="000000"/>
        </w:rPr>
        <w:t xml:space="preserve"> </w:t>
      </w:r>
    </w:p>
    <w:p w:rsidR="00F91AF1" w:rsidRDefault="00F91AF1" w:rsidP="00F91AF1">
      <w:pPr>
        <w:shd w:val="clear" w:color="auto" w:fill="FFFFFF"/>
        <w:rPr>
          <w:color w:val="000000"/>
        </w:rPr>
      </w:pPr>
      <w:hyperlink r:id="rId15" w:tgtFrame="_blank" w:history="1">
        <w:r>
          <w:rPr>
            <w:rStyle w:val="Hipervnculo"/>
            <w:b/>
            <w:bCs/>
            <w:color w:val="FFFFFF"/>
            <w:sz w:val="17"/>
            <w:szCs w:val="17"/>
            <w:bdr w:val="single" w:sz="6" w:space="0" w:color="3079ED" w:frame="1"/>
            <w:shd w:val="clear" w:color="auto" w:fill="4D90FE"/>
          </w:rPr>
          <w:t>Abrir</w:t>
        </w:r>
      </w:hyperlink>
    </w:p>
    <w:p w:rsidR="00F91AF1" w:rsidRDefault="00F91AF1"/>
    <w:sectPr w:rsidR="00F91A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AF1"/>
    <w:rsid w:val="00D43980"/>
    <w:rsid w:val="00F9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D385"/>
  <w15:chartTrackingRefBased/>
  <w15:docId w15:val="{DA637B7B-D659-4CE0-9AC2-48E56910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AF1"/>
    <w:pPr>
      <w:spacing w:after="0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91A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7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ulcolluc@alumno.maristassegovia.org" TargetMode="External"/><Relationship Id="rId13" Type="http://schemas.openxmlformats.org/officeDocument/2006/relationships/hyperlink" Target="mailto:barbarafrapen@alumno.maristassegovia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rive.google.com/file/d/1fToqmIOW5zO7nfSRlSF1BhW88q5SVLBk/view?usp=sharing_eip&amp;ts=5c37b490" TargetMode="External"/><Relationship Id="rId12" Type="http://schemas.openxmlformats.org/officeDocument/2006/relationships/hyperlink" Target="http://drive.google.com/file/d/1ynMYXws2_-Dg13915LORZm33zqKgB2Mg/view?usp=sharing_eip&amp;ts=5c194cfc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rive.google.com/file/d/1fToqmIOW5zO7nfSRlSF1BhW88q5SVLBk/view?usp=sharing_eil&amp;ts=5c37b490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5" Type="http://schemas.openxmlformats.org/officeDocument/2006/relationships/hyperlink" Target="http://drive.google.com/file/d/1mfjKL0ANlSOo1gp5qu9LS0WmIFONphLG/view?usp=sharing_eip&amp;ts=5c3cf83c" TargetMode="External"/><Relationship Id="rId10" Type="http://schemas.openxmlformats.org/officeDocument/2006/relationships/hyperlink" Target="http://drive.google.com/file/d/1ynMYXws2_-Dg13915LORZm33zqKgB2Mg/view?usp=sharing_eil&amp;ts=5c194cfc" TargetMode="External"/><Relationship Id="rId4" Type="http://schemas.openxmlformats.org/officeDocument/2006/relationships/hyperlink" Target="mailto:jorgejuaher@alumno.maristassegovia.org" TargetMode="External"/><Relationship Id="rId9" Type="http://schemas.openxmlformats.org/officeDocument/2006/relationships/image" Target="media/image2.png"/><Relationship Id="rId14" Type="http://schemas.openxmlformats.org/officeDocument/2006/relationships/hyperlink" Target="http://drive.google.com/file/d/1mfjKL0ANlSOo1gp5qu9LS0WmIFONphLG/view?usp=sharing_eil&amp;ts=5c3cf83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21B47186</Template>
  <TotalTime>1</TotalTime>
  <Pages>1</Pages>
  <Words>204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Maristas Segovia - Maristas Provincia Compostela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Luis Marijuán Venero</dc:creator>
  <cp:keywords/>
  <dc:description/>
  <cp:lastModifiedBy>José Luis Marijuán Venero</cp:lastModifiedBy>
  <cp:revision>1</cp:revision>
  <dcterms:created xsi:type="dcterms:W3CDTF">2019-01-28T18:55:00Z</dcterms:created>
  <dcterms:modified xsi:type="dcterms:W3CDTF">2019-01-28T18:56:00Z</dcterms:modified>
</cp:coreProperties>
</file>