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ABBF5" w14:textId="097BD6BC" w:rsidR="00D70D22" w:rsidRDefault="00CB7117">
      <w:pPr>
        <w:pStyle w:val="Encabezado"/>
        <w:tabs>
          <w:tab w:val="clear" w:pos="4252"/>
          <w:tab w:val="clear" w:pos="8504"/>
        </w:tabs>
        <w:jc w:val="both"/>
        <w:rPr>
          <w:rFonts w:ascii="Trebuchet MS" w:hAnsi="Trebuchet MS"/>
        </w:rPr>
      </w:pPr>
      <w:r>
        <w:rPr>
          <w:noProof/>
        </w:rPr>
        <w:pict w14:anchorId="3A3EDC2C">
          <v:group id="Group 119" o:spid="_x0000_s1026" style="position:absolute;left:0;text-align:left;margin-left:27.8pt;margin-top:55.5pt;width:540pt;height:730.05pt;z-index:-1;mso-position-horizontal-relative:page;mso-position-vertical-relative:page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">
            <v:rect id="Rectangle 120" o:spid="_x0000_s1027" style="position:absolute;top:72136;width:68580;height: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" fillcolor="#4472c4" stroked="f" strokeweight="1pt"/>
            <v:rect id="Rectangle 121" o:spid="_x0000_s1028" style="position:absolute;top:74390;width:68580;height:18327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" fillcolor="#ed7d31" stroked="f" strokeweight="1pt">
              <v:textbox inset="36pt,14.4pt,36pt,36pt">
                <w:txbxContent>
                  <w:p w14:paraId="01F365EC" w14:textId="4B49E89D" w:rsidR="00B225BC" w:rsidRPr="00B225BC" w:rsidRDefault="00B225BC" w:rsidP="00B225BC">
                    <w:pPr>
                      <w:pStyle w:val="Sinespaciado"/>
                      <w:rPr>
                        <w:caps/>
                        <w:color w:val="FFFFFF"/>
                      </w:rPr>
                    </w:pPr>
                    <w:r>
                      <w:rPr>
                        <w:color w:val="FFFFFF"/>
                        <w:sz w:val="32"/>
                        <w:szCs w:val="32"/>
                      </w:rPr>
                      <w:t>Juan Carlos Clavo Prieto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2" o:spid="_x0000_s1029" type="#_x0000_t202" style="position:absolute;width:68580;height:73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" filled="f" stroked="f" strokeweight=".5pt">
              <v:textbox inset="36pt,36pt,36pt,36pt">
                <w:txbxContent>
                  <w:p w14:paraId="5F8D7CE6" w14:textId="09434493" w:rsidR="00B225BC" w:rsidRDefault="00B225BC" w:rsidP="00B225BC">
                    <w:pPr>
                      <w:pStyle w:val="Sinespaciado"/>
                      <w:pBdr>
                        <w:bottom w:val="single" w:sz="6" w:space="4" w:color="7F7F7F"/>
                      </w:pBdr>
                      <w:rPr>
                        <w:rFonts w:ascii="Calibri Light" w:hAnsi="Calibri Light"/>
                        <w:color w:val="595959"/>
                        <w:sz w:val="108"/>
                        <w:szCs w:val="108"/>
                      </w:rPr>
                    </w:pPr>
                  </w:p>
                  <w:p w14:paraId="31049714" w14:textId="180BB915" w:rsidR="00B225BC" w:rsidRPr="00B225BC" w:rsidRDefault="00B225BC" w:rsidP="00B225BC">
                    <w:pPr>
                      <w:pStyle w:val="Sinespaciado"/>
                      <w:pBdr>
                        <w:bottom w:val="single" w:sz="6" w:space="4" w:color="7F7F7F"/>
                      </w:pBdr>
                      <w:rPr>
                        <w:rFonts w:ascii="Calibri Light" w:hAnsi="Calibri Light"/>
                        <w:color w:val="595959"/>
                        <w:sz w:val="108"/>
                        <w:szCs w:val="108"/>
                      </w:rPr>
                    </w:pPr>
                    <w:r>
                      <w:rPr>
                        <w:rFonts w:ascii="Calibri Light" w:hAnsi="Calibri Light"/>
                        <w:color w:val="595959"/>
                        <w:sz w:val="108"/>
                        <w:szCs w:val="108"/>
                      </w:rPr>
                      <w:t>PRACTICAS ARDUINO</w:t>
                    </w:r>
                  </w:p>
                  <w:p w14:paraId="298C3879" w14:textId="68C5A0FB" w:rsidR="003A445F" w:rsidRDefault="00B225BC" w:rsidP="00B225BC">
                    <w:pPr>
                      <w:pStyle w:val="Sinespaciado"/>
                      <w:spacing w:before="240"/>
                      <w:rPr>
                        <w:caps/>
                        <w:color w:val="44546A"/>
                        <w:sz w:val="36"/>
                        <w:szCs w:val="36"/>
                      </w:rPr>
                    </w:pPr>
                    <w:r w:rsidRPr="00B225BC">
                      <w:rPr>
                        <w:caps/>
                        <w:color w:val="44546A"/>
                        <w:sz w:val="36"/>
                        <w:szCs w:val="36"/>
                      </w:rPr>
                      <w:t>[</w:t>
                    </w:r>
                    <w:r>
                      <w:rPr>
                        <w:caps/>
                        <w:color w:val="44546A"/>
                        <w:sz w:val="36"/>
                        <w:szCs w:val="36"/>
                      </w:rPr>
                      <w:t xml:space="preserve">Práctica 6. COntrol de un led con pulsador, fotoresistor y sensor de </w:t>
                    </w:r>
                    <w:r w:rsidR="00E43938">
                      <w:rPr>
                        <w:caps/>
                        <w:color w:val="44546A"/>
                        <w:sz w:val="36"/>
                        <w:szCs w:val="36"/>
                      </w:rPr>
                      <w:t>infrarrojos pasivos</w:t>
                    </w:r>
                    <w:r w:rsidRPr="00B225BC">
                      <w:rPr>
                        <w:caps/>
                        <w:color w:val="44546A"/>
                        <w:sz w:val="36"/>
                        <w:szCs w:val="36"/>
                      </w:rPr>
                      <w:t>]</w:t>
                    </w:r>
                  </w:p>
                  <w:p w14:paraId="1C06C867" w14:textId="77777777" w:rsidR="003A445F" w:rsidRPr="00B225BC" w:rsidRDefault="003A445F" w:rsidP="00B225BC">
                    <w:pPr>
                      <w:pStyle w:val="Sinespaciado"/>
                      <w:spacing w:before="240"/>
                      <w:rPr>
                        <w:caps/>
                        <w:color w:val="44546A"/>
                        <w:sz w:val="36"/>
                        <w:szCs w:val="36"/>
                      </w:rPr>
                    </w:pPr>
                  </w:p>
                  <w:tbl>
                    <w:tblPr>
                      <w:tblW w:w="0" w:type="auto"/>
                      <w:jc w:val="center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2397"/>
                      <w:gridCol w:w="2398"/>
                      <w:gridCol w:w="2398"/>
                      <w:gridCol w:w="2398"/>
                    </w:tblGrid>
                    <w:tr w:rsidR="00D42FA9" w:rsidRPr="00D42FA9" w14:paraId="330CAD94" w14:textId="77777777" w:rsidTr="00D42FA9">
                      <w:trPr>
                        <w:trHeight w:val="1414"/>
                        <w:jc w:val="center"/>
                      </w:trPr>
                      <w:tc>
                        <w:tcPr>
                          <w:tcW w:w="2397" w:type="dxa"/>
                          <w:shd w:val="clear" w:color="auto" w:fill="auto"/>
                          <w:vAlign w:val="center"/>
                        </w:tcPr>
                        <w:p w14:paraId="19A8B6DA" w14:textId="180A6714" w:rsidR="003A445F" w:rsidRPr="00D42FA9" w:rsidRDefault="00CB7117" w:rsidP="00D42FA9">
                          <w:pPr>
                            <w:pStyle w:val="Sinespaciado"/>
                            <w:spacing w:before="240"/>
                            <w:rPr>
                              <w:caps/>
                              <w:color w:val="44546A"/>
                              <w:sz w:val="36"/>
                              <w:szCs w:val="36"/>
                            </w:rPr>
                          </w:pPr>
                          <w:r>
                            <w:rPr>
                              <w:noProof/>
                            </w:rPr>
                            <w:pict w14:anchorId="7E1733F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104.25pt;height:58.5pt;visibility:visible;mso-wrap-style:square">
                                <v:imagedata r:id="rId7" o:title=""/>
                              </v:shape>
                            </w:pict>
                          </w:r>
                        </w:p>
                      </w:tc>
                      <w:tc>
                        <w:tcPr>
                          <w:tcW w:w="2398" w:type="dxa"/>
                          <w:shd w:val="clear" w:color="auto" w:fill="auto"/>
                          <w:vAlign w:val="center"/>
                        </w:tcPr>
                        <w:p w14:paraId="787B898E" w14:textId="7974E46E" w:rsidR="003A445F" w:rsidRPr="00D42FA9" w:rsidRDefault="00CB7117" w:rsidP="00D42FA9">
                          <w:pPr>
                            <w:pStyle w:val="Sinespaciado"/>
                            <w:spacing w:before="240"/>
                            <w:rPr>
                              <w:caps/>
                              <w:color w:val="44546A"/>
                              <w:sz w:val="36"/>
                              <w:szCs w:val="36"/>
                            </w:rPr>
                          </w:pPr>
                          <w:r>
                            <w:rPr>
                              <w:noProof/>
                            </w:rPr>
                            <w:pict w14:anchorId="1391C83A">
                              <v:shape id="Imagen 1" o:spid="_x0000_i1028" type="#_x0000_t75" style="width:92.25pt;height:68.25pt;visibility:visible;mso-wrap-style:square">
                                <v:imagedata r:id="rId8" o:title=""/>
                              </v:shape>
                            </w:pict>
                          </w:r>
                        </w:p>
                      </w:tc>
                      <w:tc>
                        <w:tcPr>
                          <w:tcW w:w="2398" w:type="dxa"/>
                          <w:shd w:val="clear" w:color="auto" w:fill="auto"/>
                          <w:vAlign w:val="center"/>
                        </w:tcPr>
                        <w:p w14:paraId="36590DEA" w14:textId="6E76FD95" w:rsidR="003A445F" w:rsidRPr="00D42FA9" w:rsidRDefault="00CB7117" w:rsidP="00D42FA9">
                          <w:pPr>
                            <w:pStyle w:val="Sinespaciado"/>
                            <w:spacing w:before="240"/>
                            <w:rPr>
                              <w:caps/>
                              <w:color w:val="44546A"/>
                              <w:sz w:val="36"/>
                              <w:szCs w:val="36"/>
                            </w:rPr>
                          </w:pPr>
                          <w:r>
                            <w:rPr>
                              <w:noProof/>
                            </w:rPr>
                            <w:pict w14:anchorId="601520EE">
                              <v:shape id="_x0000_i1030" type="#_x0000_t75" style="width:87.75pt;height:87.75pt;visibility:visible;mso-wrap-style:square">
                                <v:imagedata r:id="rId9" o:title=""/>
                              </v:shape>
                            </w:pict>
                          </w:r>
                        </w:p>
                      </w:tc>
                      <w:tc>
                        <w:tcPr>
                          <w:tcW w:w="2398" w:type="dxa"/>
                          <w:shd w:val="clear" w:color="auto" w:fill="auto"/>
                          <w:vAlign w:val="center"/>
                        </w:tcPr>
                        <w:p w14:paraId="11779145" w14:textId="5323CB58" w:rsidR="003A445F" w:rsidRPr="00D42FA9" w:rsidRDefault="00CB7117" w:rsidP="00D42FA9">
                          <w:pPr>
                            <w:pStyle w:val="Sinespaciado"/>
                            <w:spacing w:before="240"/>
                            <w:rPr>
                              <w:caps/>
                              <w:color w:val="44546A"/>
                              <w:sz w:val="36"/>
                              <w:szCs w:val="36"/>
                            </w:rPr>
                          </w:pPr>
                          <w:r>
                            <w:pict w14:anchorId="22A29B12">
                              <v:shape id="_x0000_i1032" type="#_x0000_t75" style="width:122.25pt;height:73.5pt;visibility:visible;mso-wrap-style:square">
                                <v:imagedata r:id="rId10" o:title=""/>
                              </v:shape>
                            </w:pict>
                          </w:r>
                        </w:p>
                      </w:tc>
                    </w:tr>
                    <w:tr w:rsidR="003A445F" w:rsidRPr="00D42FA9" w14:paraId="65453221" w14:textId="77777777" w:rsidTr="00D42FA9">
                      <w:trPr>
                        <w:trHeight w:val="3390"/>
                        <w:jc w:val="center"/>
                      </w:trPr>
                      <w:tc>
                        <w:tcPr>
                          <w:tcW w:w="9591" w:type="dxa"/>
                          <w:gridSpan w:val="4"/>
                          <w:shd w:val="clear" w:color="auto" w:fill="auto"/>
                          <w:vAlign w:val="center"/>
                        </w:tcPr>
                        <w:p w14:paraId="38DF301A" w14:textId="7968354E" w:rsidR="003A445F" w:rsidRPr="00D42FA9" w:rsidRDefault="00CB7117" w:rsidP="00D42FA9">
                          <w:pPr>
                            <w:pStyle w:val="Sinespaciado"/>
                            <w:spacing w:before="240"/>
                            <w:jc w:val="center"/>
                            <w:rPr>
                              <w:caps/>
                              <w:color w:val="44546A"/>
                              <w:sz w:val="36"/>
                              <w:szCs w:val="36"/>
                            </w:rPr>
                          </w:pPr>
                          <w:r>
                            <w:rPr>
                              <w:noProof/>
                            </w:rPr>
                            <w:pict w14:anchorId="2C05E67E">
                              <v:shape id="_x0000_i1034" type="#_x0000_t75" style="width:194.25pt;height:146.25pt;visibility:visible;mso-wrap-style:square">
                                <v:imagedata r:id="rId11" o:title=""/>
                              </v:shape>
                            </w:pict>
                          </w:r>
                        </w:p>
                      </w:tc>
                    </w:tr>
                  </w:tbl>
                  <w:p w14:paraId="1824B502" w14:textId="5A83D41B" w:rsidR="00B225BC" w:rsidRDefault="00B225BC" w:rsidP="00B225BC">
                    <w:pPr>
                      <w:pStyle w:val="Sinespaciado"/>
                      <w:spacing w:before="240"/>
                      <w:rPr>
                        <w:caps/>
                        <w:color w:val="44546A"/>
                        <w:sz w:val="36"/>
                        <w:szCs w:val="36"/>
                      </w:rPr>
                    </w:pPr>
                  </w:p>
                  <w:p w14:paraId="0E6CE48E" w14:textId="0288DFC6" w:rsidR="003A445F" w:rsidRDefault="003A445F" w:rsidP="00B225BC">
                    <w:pPr>
                      <w:pStyle w:val="Sinespaciado"/>
                      <w:spacing w:before="240"/>
                      <w:rPr>
                        <w:caps/>
                        <w:color w:val="44546A"/>
                        <w:sz w:val="36"/>
                        <w:szCs w:val="36"/>
                      </w:rPr>
                    </w:pPr>
                  </w:p>
                  <w:p w14:paraId="57FD6DA5" w14:textId="77777777" w:rsidR="003A445F" w:rsidRPr="00B225BC" w:rsidRDefault="003A445F" w:rsidP="00B225BC">
                    <w:pPr>
                      <w:pStyle w:val="Sinespaciado"/>
                      <w:spacing w:before="240"/>
                      <w:rPr>
                        <w:caps/>
                        <w:color w:val="44546A"/>
                        <w:sz w:val="36"/>
                        <w:szCs w:val="36"/>
                      </w:rPr>
                    </w:pPr>
                  </w:p>
                  <w:p w14:paraId="0E47BB23" w14:textId="77777777" w:rsidR="003A445F" w:rsidRDefault="003A445F"/>
                </w:txbxContent>
              </v:textbox>
            </v:shape>
            <w10:wrap anchorx="page" anchory="page"/>
          </v:group>
        </w:pict>
      </w:r>
    </w:p>
    <w:p w14:paraId="3B9F62E0" w14:textId="77777777" w:rsidR="006034EE" w:rsidRDefault="003A445F" w:rsidP="006034EE">
      <w:pPr>
        <w:pStyle w:val="Encabezado"/>
        <w:tabs>
          <w:tab w:val="clear" w:pos="4252"/>
          <w:tab w:val="clear" w:pos="8504"/>
        </w:tabs>
        <w:jc w:val="both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tbl>
      <w:tblPr>
        <w:tblpPr w:leftFromText="141" w:rightFromText="141" w:vertAnchor="text" w:horzAnchor="margin" w:tblpY="47"/>
        <w:tblW w:w="0" w:type="auto"/>
        <w:shd w:val="clear" w:color="auto" w:fill="ED7D31"/>
        <w:tblLook w:val="04A0" w:firstRow="1" w:lastRow="0" w:firstColumn="1" w:lastColumn="0" w:noHBand="0" w:noVBand="1"/>
      </w:tblPr>
      <w:tblGrid>
        <w:gridCol w:w="8720"/>
      </w:tblGrid>
      <w:tr w:rsidR="00D42FA9" w:rsidRPr="00D42FA9" w14:paraId="7823E2B8" w14:textId="77777777" w:rsidTr="00D42FA9">
        <w:trPr>
          <w:trHeight w:val="840"/>
        </w:trPr>
        <w:tc>
          <w:tcPr>
            <w:tcW w:w="8927" w:type="dxa"/>
            <w:shd w:val="clear" w:color="auto" w:fill="ED7D31"/>
            <w:vAlign w:val="center"/>
          </w:tcPr>
          <w:p w14:paraId="6CA10403" w14:textId="4C4AE8FF" w:rsidR="006034EE" w:rsidRPr="00D42FA9" w:rsidRDefault="006034EE" w:rsidP="00D42FA9">
            <w:pPr>
              <w:pStyle w:val="Encabezado"/>
              <w:tabs>
                <w:tab w:val="clear" w:pos="4252"/>
                <w:tab w:val="clear" w:pos="8504"/>
              </w:tabs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</w:pPr>
            <w:r w:rsidRPr="00D42FA9"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  <w:t>1. ENUNCIADO</w:t>
            </w:r>
          </w:p>
        </w:tc>
      </w:tr>
    </w:tbl>
    <w:p w14:paraId="30B9CB45" w14:textId="4A9E729A" w:rsidR="006034EE" w:rsidRPr="00B61EAE" w:rsidRDefault="006034EE" w:rsidP="006034EE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0C44712F" w14:textId="30028D44" w:rsidR="006034EE" w:rsidRPr="00B61EAE" w:rsidRDefault="006034EE" w:rsidP="006034EE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08803075" w14:textId="4783A6F4" w:rsidR="00E91001" w:rsidRDefault="006034EE" w:rsidP="006034EE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 esta práctica realizaremos una simulación de un circuito de domótica consistente en controlar la activación de una luz</w:t>
      </w:r>
      <w:r w:rsidR="00E91001">
        <w:rPr>
          <w:rFonts w:ascii="Comic Sans MS" w:hAnsi="Comic Sans MS"/>
          <w:sz w:val="24"/>
          <w:szCs w:val="24"/>
        </w:rPr>
        <w:t xml:space="preserve"> bajo </w:t>
      </w:r>
      <w:r w:rsidR="00743482">
        <w:rPr>
          <w:rFonts w:ascii="Comic Sans MS" w:hAnsi="Comic Sans MS"/>
          <w:sz w:val="24"/>
          <w:szCs w:val="24"/>
        </w:rPr>
        <w:t xml:space="preserve">alguna de </w:t>
      </w:r>
      <w:r w:rsidR="00E91001">
        <w:rPr>
          <w:rFonts w:ascii="Comic Sans MS" w:hAnsi="Comic Sans MS"/>
          <w:sz w:val="24"/>
          <w:szCs w:val="24"/>
        </w:rPr>
        <w:t>las siguientes condiciones:</w:t>
      </w:r>
    </w:p>
    <w:p w14:paraId="0FF78586" w14:textId="77777777" w:rsidR="00E91001" w:rsidRDefault="00E91001" w:rsidP="006034EE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6CF22A84" w14:textId="60F7687C" w:rsidR="006034EE" w:rsidRDefault="00E91001" w:rsidP="006034EE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CONDICIÓN 1: La luz debe encenderse siempre que se presione un pulsador durante un tiempo determinado de 10 segundos</w:t>
      </w:r>
    </w:p>
    <w:p w14:paraId="0E703AEF" w14:textId="0291AD28" w:rsidR="00E91001" w:rsidRDefault="00E91001" w:rsidP="006034EE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35D7E7E8" w14:textId="1E299AEB" w:rsidR="00E91001" w:rsidRDefault="00E91001" w:rsidP="006034EE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CONDICIÓN 2: La luz debe encenderse automáticamente </w:t>
      </w:r>
      <w:r w:rsidR="008338BD">
        <w:rPr>
          <w:rFonts w:ascii="Comic Sans MS" w:hAnsi="Comic Sans MS"/>
          <w:sz w:val="24"/>
          <w:szCs w:val="24"/>
        </w:rPr>
        <w:t xml:space="preserve">durante </w:t>
      </w:r>
      <w:r>
        <w:rPr>
          <w:rFonts w:ascii="Comic Sans MS" w:hAnsi="Comic Sans MS"/>
          <w:sz w:val="24"/>
          <w:szCs w:val="24"/>
        </w:rPr>
        <w:t>10 segundos siempre que se cumplan al mismo tiempo estas premisas:</w:t>
      </w:r>
    </w:p>
    <w:p w14:paraId="02D372CC" w14:textId="0DC3E808" w:rsidR="00E91001" w:rsidRDefault="00E91001" w:rsidP="00E91001">
      <w:pPr>
        <w:pStyle w:val="Encabezado"/>
        <w:numPr>
          <w:ilvl w:val="0"/>
          <w:numId w:val="5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 exista luz en el ambiente</w:t>
      </w:r>
    </w:p>
    <w:p w14:paraId="2FA937AD" w14:textId="0EA8A0C4" w:rsidR="00E91001" w:rsidRDefault="00E91001" w:rsidP="00E91001">
      <w:pPr>
        <w:pStyle w:val="Encabezado"/>
        <w:numPr>
          <w:ilvl w:val="0"/>
          <w:numId w:val="5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 detecte movimiento</w:t>
      </w:r>
    </w:p>
    <w:p w14:paraId="762C2B42" w14:textId="699DECB1" w:rsidR="00216775" w:rsidRDefault="00216775" w:rsidP="00216775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6A8E24E7" w14:textId="6A2AB39E" w:rsidR="008338BD" w:rsidRDefault="008338BD" w:rsidP="00216775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03399E5A" w14:textId="547C9007" w:rsidR="008338BD" w:rsidRDefault="008338BD" w:rsidP="00216775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49AE3243" w14:textId="77777777" w:rsidR="008338BD" w:rsidRDefault="008338BD" w:rsidP="00216775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text" w:horzAnchor="margin" w:tblpY="47"/>
        <w:tblW w:w="0" w:type="auto"/>
        <w:shd w:val="clear" w:color="auto" w:fill="ED7D31"/>
        <w:tblLook w:val="04A0" w:firstRow="1" w:lastRow="0" w:firstColumn="1" w:lastColumn="0" w:noHBand="0" w:noVBand="1"/>
      </w:tblPr>
      <w:tblGrid>
        <w:gridCol w:w="8720"/>
      </w:tblGrid>
      <w:tr w:rsidR="00216775" w:rsidRPr="00D42FA9" w14:paraId="3DA0D11D" w14:textId="77777777" w:rsidTr="00D42FA9">
        <w:trPr>
          <w:trHeight w:val="840"/>
        </w:trPr>
        <w:tc>
          <w:tcPr>
            <w:tcW w:w="8927" w:type="dxa"/>
            <w:shd w:val="clear" w:color="auto" w:fill="ED7D31"/>
            <w:vAlign w:val="center"/>
          </w:tcPr>
          <w:p w14:paraId="538C04CB" w14:textId="63301742" w:rsidR="00216775" w:rsidRPr="00D42FA9" w:rsidRDefault="00216775" w:rsidP="00D42FA9">
            <w:pPr>
              <w:pStyle w:val="Encabezado"/>
              <w:tabs>
                <w:tab w:val="clear" w:pos="4252"/>
                <w:tab w:val="clear" w:pos="8504"/>
              </w:tabs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</w:pPr>
            <w:r w:rsidRPr="00D42FA9"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  <w:t>2. OBJETIVOS</w:t>
            </w:r>
          </w:p>
        </w:tc>
      </w:tr>
    </w:tbl>
    <w:p w14:paraId="5089DA64" w14:textId="25CB5D98" w:rsidR="00216775" w:rsidRDefault="00216775" w:rsidP="00216775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05D246B2" w14:textId="77777777" w:rsidR="006262C8" w:rsidRDefault="006262C8" w:rsidP="00216775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61786AB6" w14:textId="5B7C1B8F" w:rsidR="00216775" w:rsidRDefault="008338BD" w:rsidP="008338BD">
      <w:pPr>
        <w:pStyle w:val="Encabezado"/>
        <w:numPr>
          <w:ilvl w:val="0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Conocer el funcionamiento de un diodo led, diferenciando su polaridad, conexionado y resistencia necesaria para su funcionamiento con una tensión de alimentación de 5V</w:t>
      </w:r>
    </w:p>
    <w:p w14:paraId="734D4609" w14:textId="77777777" w:rsidR="008338BD" w:rsidRDefault="008338BD" w:rsidP="006262C8">
      <w:pPr>
        <w:pStyle w:val="Encabezado"/>
        <w:tabs>
          <w:tab w:val="clear" w:pos="4252"/>
          <w:tab w:val="clear" w:pos="8504"/>
        </w:tabs>
        <w:ind w:left="708"/>
        <w:jc w:val="both"/>
        <w:rPr>
          <w:rFonts w:ascii="Comic Sans MS" w:hAnsi="Comic Sans MS"/>
          <w:sz w:val="24"/>
          <w:szCs w:val="24"/>
        </w:rPr>
      </w:pPr>
    </w:p>
    <w:p w14:paraId="03CCCEEA" w14:textId="725EBCE0" w:rsidR="008338BD" w:rsidRDefault="008338BD" w:rsidP="008338BD">
      <w:pPr>
        <w:pStyle w:val="Encabezado"/>
        <w:numPr>
          <w:ilvl w:val="0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Conocer el funcionamiento </w:t>
      </w:r>
      <w:r w:rsidR="00CF0BC4">
        <w:rPr>
          <w:rFonts w:ascii="Comic Sans MS" w:hAnsi="Comic Sans MS"/>
          <w:sz w:val="24"/>
          <w:szCs w:val="24"/>
        </w:rPr>
        <w:t>de un interruptor y su uso junto con resistencias para evitar estados de alta impedancia y cortocircuitos</w:t>
      </w:r>
    </w:p>
    <w:p w14:paraId="66C11CED" w14:textId="77777777" w:rsidR="008D3E97" w:rsidRDefault="008D3E97" w:rsidP="008D3E97">
      <w:pPr>
        <w:pStyle w:val="Prrafodelista"/>
        <w:rPr>
          <w:rFonts w:ascii="Comic Sans MS" w:hAnsi="Comic Sans MS"/>
          <w:sz w:val="24"/>
          <w:szCs w:val="24"/>
        </w:rPr>
      </w:pPr>
    </w:p>
    <w:p w14:paraId="3780E43F" w14:textId="112D3F37" w:rsidR="008D3E97" w:rsidRDefault="006262C8" w:rsidP="008338BD">
      <w:pPr>
        <w:pStyle w:val="Encabezado"/>
        <w:numPr>
          <w:ilvl w:val="0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Conocer el funcionamiento de una fotorresistencia,</w:t>
      </w:r>
      <w:r w:rsidR="00D3155A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como varía su resistencia en función de la luz recibida, entender la señal analógica obtenida en su montaje con resistencia y alimentación de 5V.</w:t>
      </w:r>
    </w:p>
    <w:p w14:paraId="08F9353D" w14:textId="77777777" w:rsidR="006262C8" w:rsidRDefault="006262C8" w:rsidP="006262C8">
      <w:pPr>
        <w:pStyle w:val="Prrafodelista"/>
        <w:rPr>
          <w:rFonts w:ascii="Comic Sans MS" w:hAnsi="Comic Sans MS"/>
          <w:sz w:val="24"/>
          <w:szCs w:val="24"/>
        </w:rPr>
      </w:pPr>
    </w:p>
    <w:p w14:paraId="251DF2D2" w14:textId="6B9CE900" w:rsidR="006262C8" w:rsidRDefault="006262C8" w:rsidP="008338BD">
      <w:pPr>
        <w:pStyle w:val="Encabezado"/>
        <w:numPr>
          <w:ilvl w:val="0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Conocer el funcionamiento de un sensor PIR</w:t>
      </w:r>
      <w:r w:rsidR="00D3155A">
        <w:rPr>
          <w:rFonts w:ascii="Comic Sans MS" w:hAnsi="Comic Sans MS"/>
          <w:sz w:val="24"/>
          <w:szCs w:val="24"/>
        </w:rPr>
        <w:t xml:space="preserve">, su principio físico, su esquema eléctrico y montaje (Vcc, señal, tierra), modos de </w:t>
      </w:r>
      <w:r w:rsidR="00D3155A">
        <w:rPr>
          <w:rFonts w:ascii="Comic Sans MS" w:hAnsi="Comic Sans MS"/>
          <w:sz w:val="24"/>
          <w:szCs w:val="24"/>
        </w:rPr>
        <w:lastRenderedPageBreak/>
        <w:t>funcionamiento (disparo único y repetido) y su ajuste del tiempo entre mediciones y sensibilidad de la medición</w:t>
      </w:r>
    </w:p>
    <w:p w14:paraId="7CCD2B58" w14:textId="77777777" w:rsidR="00D3155A" w:rsidRDefault="00D3155A" w:rsidP="00D3155A">
      <w:pPr>
        <w:pStyle w:val="Prrafodelista"/>
        <w:rPr>
          <w:rFonts w:ascii="Comic Sans MS" w:hAnsi="Comic Sans MS"/>
          <w:sz w:val="24"/>
          <w:szCs w:val="24"/>
        </w:rPr>
      </w:pPr>
    </w:p>
    <w:p w14:paraId="5BB0B3E4" w14:textId="4EA01F59" w:rsidR="00D3155A" w:rsidRPr="00743482" w:rsidRDefault="00D3155A" w:rsidP="008338BD">
      <w:pPr>
        <w:pStyle w:val="Encabezado"/>
        <w:numPr>
          <w:ilvl w:val="0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 w:rsidRPr="00743482">
        <w:rPr>
          <w:rFonts w:ascii="Comic Sans MS" w:hAnsi="Comic Sans MS"/>
          <w:sz w:val="24"/>
          <w:szCs w:val="24"/>
        </w:rPr>
        <w:t xml:space="preserve">Diferenciar el uso de </w:t>
      </w:r>
      <w:r w:rsidR="00743482" w:rsidRPr="00743482">
        <w:rPr>
          <w:rFonts w:ascii="Comic Sans MS" w:hAnsi="Comic Sans MS"/>
          <w:sz w:val="24"/>
          <w:szCs w:val="24"/>
        </w:rPr>
        <w:t>entradas/salidas</w:t>
      </w:r>
      <w:r w:rsidRPr="00743482">
        <w:rPr>
          <w:rFonts w:ascii="Comic Sans MS" w:hAnsi="Comic Sans MS"/>
          <w:sz w:val="24"/>
          <w:szCs w:val="24"/>
        </w:rPr>
        <w:t xml:space="preserve"> analógicos y digitales en la placa Arduino</w:t>
      </w:r>
    </w:p>
    <w:p w14:paraId="6655DFE4" w14:textId="77777777" w:rsidR="00743482" w:rsidRDefault="00743482" w:rsidP="00743482">
      <w:pPr>
        <w:pStyle w:val="Prrafodelista"/>
        <w:rPr>
          <w:rFonts w:ascii="Comic Sans MS" w:hAnsi="Comic Sans MS"/>
          <w:sz w:val="24"/>
          <w:szCs w:val="24"/>
        </w:rPr>
      </w:pPr>
    </w:p>
    <w:p w14:paraId="4EC85D6C" w14:textId="4ED2B15E" w:rsidR="00B61EAE" w:rsidRPr="00B61EAE" w:rsidRDefault="00743482" w:rsidP="00B61EAE">
      <w:pPr>
        <w:pStyle w:val="Encabezado"/>
        <w:numPr>
          <w:ilvl w:val="0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 w:rsidRPr="00B61EAE">
        <w:rPr>
          <w:rFonts w:ascii="Comic Sans MS" w:hAnsi="Comic Sans MS"/>
          <w:sz w:val="24"/>
          <w:szCs w:val="24"/>
        </w:rPr>
        <w:t>Poder desarrollar para una placa Arduino, un programa de control de un diodo led en función de diferentes señales recibidas, a través de la plataforma MBLOCK</w:t>
      </w:r>
      <w:r w:rsidR="00B61EAE" w:rsidRPr="00B61EAE">
        <w:rPr>
          <w:rFonts w:ascii="Comic Sans MS" w:hAnsi="Comic Sans MS"/>
          <w:sz w:val="24"/>
          <w:szCs w:val="24"/>
        </w:rPr>
        <w:t>. En el desarrollo del programa se aprenderá a usar:</w:t>
      </w:r>
    </w:p>
    <w:p w14:paraId="486D430C" w14:textId="0B80C0A0" w:rsidR="00B61EAE" w:rsidRDefault="00E4198E" w:rsidP="00B61EAE">
      <w:pPr>
        <w:pStyle w:val="Encabezado"/>
        <w:numPr>
          <w:ilvl w:val="1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</w:t>
      </w:r>
      <w:r w:rsidR="00B61EAE">
        <w:rPr>
          <w:rFonts w:ascii="Comic Sans MS" w:hAnsi="Comic Sans MS"/>
          <w:sz w:val="24"/>
          <w:szCs w:val="24"/>
        </w:rPr>
        <w:t>ariables para almacenar la información de los sensores</w:t>
      </w:r>
    </w:p>
    <w:p w14:paraId="34402252" w14:textId="526F1B8D" w:rsidR="00743482" w:rsidRDefault="00E4198E" w:rsidP="00B61EAE">
      <w:pPr>
        <w:pStyle w:val="Encabezado"/>
        <w:numPr>
          <w:ilvl w:val="1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</w:t>
      </w:r>
      <w:r w:rsidR="00B61EAE">
        <w:rPr>
          <w:rFonts w:ascii="Comic Sans MS" w:hAnsi="Comic Sans MS"/>
          <w:sz w:val="24"/>
          <w:szCs w:val="24"/>
        </w:rPr>
        <w:t xml:space="preserve">loques condicionales </w:t>
      </w:r>
      <w:r w:rsidR="000E0569">
        <w:rPr>
          <w:rFonts w:ascii="Comic Sans MS" w:hAnsi="Comic Sans MS"/>
          <w:sz w:val="24"/>
          <w:szCs w:val="24"/>
        </w:rPr>
        <w:t>para decidir los momentos de activación del led</w:t>
      </w:r>
    </w:p>
    <w:p w14:paraId="0487084C" w14:textId="77777777" w:rsidR="00743482" w:rsidRDefault="00743482" w:rsidP="00743482">
      <w:pPr>
        <w:pStyle w:val="Prrafodelista"/>
        <w:rPr>
          <w:rFonts w:ascii="Comic Sans MS" w:hAnsi="Comic Sans MS"/>
          <w:sz w:val="24"/>
          <w:szCs w:val="24"/>
        </w:rPr>
      </w:pPr>
    </w:p>
    <w:p w14:paraId="509879D7" w14:textId="1AAEE0CE" w:rsidR="00743482" w:rsidRDefault="00743482" w:rsidP="008338BD">
      <w:pPr>
        <w:pStyle w:val="Encabezado"/>
        <w:numPr>
          <w:ilvl w:val="0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Poder realizar el montaje del circuito en la plataforma TINKERCAD y simular su funcionamiento</w:t>
      </w:r>
      <w:r w:rsidR="00E4198E">
        <w:rPr>
          <w:rFonts w:ascii="Comic Sans MS" w:hAnsi="Comic Sans MS"/>
          <w:sz w:val="24"/>
          <w:szCs w:val="24"/>
        </w:rPr>
        <w:t xml:space="preserve"> respetando los siguientes colores de cableado:</w:t>
      </w:r>
    </w:p>
    <w:p w14:paraId="41F305DE" w14:textId="700455D0" w:rsidR="00E4198E" w:rsidRDefault="00E4198E" w:rsidP="00E4198E">
      <w:pPr>
        <w:pStyle w:val="Encabezado"/>
        <w:numPr>
          <w:ilvl w:val="1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Alimentación: rojo</w:t>
      </w:r>
    </w:p>
    <w:p w14:paraId="715CFBD4" w14:textId="0D695B39" w:rsidR="00E4198E" w:rsidRDefault="00E4198E" w:rsidP="00E4198E">
      <w:pPr>
        <w:pStyle w:val="Encabezado"/>
        <w:numPr>
          <w:ilvl w:val="1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Masa: negro</w:t>
      </w:r>
    </w:p>
    <w:p w14:paraId="1DDD6457" w14:textId="6D565F5C" w:rsidR="00E4198E" w:rsidRDefault="00E4198E" w:rsidP="00E4198E">
      <w:pPr>
        <w:pStyle w:val="Encabezado"/>
        <w:numPr>
          <w:ilvl w:val="1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Señales de entrada: amarillo</w:t>
      </w:r>
    </w:p>
    <w:p w14:paraId="25953074" w14:textId="541E1195" w:rsidR="00E4198E" w:rsidRDefault="00E4198E" w:rsidP="00E4198E">
      <w:pPr>
        <w:pStyle w:val="Encabezado"/>
        <w:numPr>
          <w:ilvl w:val="1"/>
          <w:numId w:val="6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Señales de salida: verde</w:t>
      </w:r>
    </w:p>
    <w:p w14:paraId="4CB74537" w14:textId="032D141D" w:rsidR="00743482" w:rsidRDefault="00743482" w:rsidP="00743482">
      <w:pPr>
        <w:pStyle w:val="Encabezado"/>
        <w:tabs>
          <w:tab w:val="clear" w:pos="4252"/>
          <w:tab w:val="clear" w:pos="8504"/>
        </w:tabs>
        <w:ind w:left="720"/>
        <w:jc w:val="both"/>
        <w:rPr>
          <w:rFonts w:ascii="Comic Sans MS" w:hAnsi="Comic Sans MS"/>
          <w:sz w:val="24"/>
          <w:szCs w:val="24"/>
        </w:rPr>
      </w:pPr>
    </w:p>
    <w:p w14:paraId="73694B70" w14:textId="77777777" w:rsidR="009A51A2" w:rsidRDefault="009A51A2" w:rsidP="00743482">
      <w:pPr>
        <w:pStyle w:val="Encabezado"/>
        <w:tabs>
          <w:tab w:val="clear" w:pos="4252"/>
          <w:tab w:val="clear" w:pos="8504"/>
        </w:tabs>
        <w:ind w:left="720"/>
        <w:jc w:val="both"/>
        <w:rPr>
          <w:rFonts w:ascii="Comic Sans MS" w:hAnsi="Comic Sans MS"/>
          <w:sz w:val="24"/>
          <w:szCs w:val="24"/>
        </w:rPr>
      </w:pPr>
    </w:p>
    <w:p w14:paraId="3F5A3E45" w14:textId="5C182DF2" w:rsidR="008338BD" w:rsidRDefault="008338BD" w:rsidP="008338BD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26A781D8" w14:textId="297FFCA8" w:rsidR="009A51A2" w:rsidRDefault="009A51A2" w:rsidP="008338BD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text" w:horzAnchor="margin" w:tblpY="47"/>
        <w:tblW w:w="0" w:type="auto"/>
        <w:shd w:val="clear" w:color="auto" w:fill="ED7D31"/>
        <w:tblLook w:val="04A0" w:firstRow="1" w:lastRow="0" w:firstColumn="1" w:lastColumn="0" w:noHBand="0" w:noVBand="1"/>
      </w:tblPr>
      <w:tblGrid>
        <w:gridCol w:w="8720"/>
      </w:tblGrid>
      <w:tr w:rsidR="00D42FA9" w:rsidRPr="00D42FA9" w14:paraId="2C7D8113" w14:textId="77777777" w:rsidTr="00D42FA9">
        <w:trPr>
          <w:trHeight w:val="840"/>
        </w:trPr>
        <w:tc>
          <w:tcPr>
            <w:tcW w:w="8927" w:type="dxa"/>
            <w:shd w:val="clear" w:color="auto" w:fill="ED7D31"/>
            <w:vAlign w:val="center"/>
          </w:tcPr>
          <w:p w14:paraId="2E7A7F97" w14:textId="40E93DA7" w:rsidR="009A51A2" w:rsidRPr="00D42FA9" w:rsidRDefault="009A51A2" w:rsidP="00D42FA9">
            <w:pPr>
              <w:pStyle w:val="Encabezado"/>
              <w:tabs>
                <w:tab w:val="clear" w:pos="4252"/>
                <w:tab w:val="clear" w:pos="8504"/>
              </w:tabs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</w:pPr>
            <w:r w:rsidRPr="00D42FA9"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  <w:t>3. MATERIAL (PLATAFORMA TINKERCAD)</w:t>
            </w:r>
          </w:p>
        </w:tc>
      </w:tr>
    </w:tbl>
    <w:p w14:paraId="2E0C71E7" w14:textId="49A052C8" w:rsidR="009A51A2" w:rsidRDefault="009A51A2" w:rsidP="008338BD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26949EE5" w14:textId="77777777" w:rsidR="009A51A2" w:rsidRDefault="009A51A2" w:rsidP="008338BD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48525423" w14:textId="6A762C14" w:rsidR="009A51A2" w:rsidRDefault="009A51A2" w:rsidP="009A51A2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Placa Arduino UNO conectada al ordenador mediante USB</w:t>
      </w:r>
    </w:p>
    <w:p w14:paraId="0FA21096" w14:textId="5763089B" w:rsidR="009A51A2" w:rsidRDefault="009A51A2" w:rsidP="009A51A2">
      <w:pPr>
        <w:pStyle w:val="Encabezado"/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</w:p>
    <w:p w14:paraId="0D4E1268" w14:textId="71BE7F20" w:rsidR="009A51A2" w:rsidRDefault="009A51A2" w:rsidP="009A51A2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Placa protoboard</w:t>
      </w:r>
    </w:p>
    <w:p w14:paraId="483C8B36" w14:textId="77777777" w:rsidR="009A51A2" w:rsidRDefault="009A51A2" w:rsidP="009A51A2">
      <w:pPr>
        <w:pStyle w:val="Prrafodelista"/>
        <w:rPr>
          <w:rFonts w:ascii="Comic Sans MS" w:hAnsi="Comic Sans MS"/>
          <w:sz w:val="24"/>
          <w:szCs w:val="24"/>
        </w:rPr>
      </w:pPr>
    </w:p>
    <w:p w14:paraId="341FEFBA" w14:textId="546376EB" w:rsidR="009A51A2" w:rsidRDefault="009A51A2" w:rsidP="009A51A2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 Diodo LED</w:t>
      </w:r>
    </w:p>
    <w:p w14:paraId="18C8B47D" w14:textId="77777777" w:rsidR="009A51A2" w:rsidRDefault="009A51A2" w:rsidP="009A51A2">
      <w:pPr>
        <w:pStyle w:val="Prrafodelista"/>
        <w:rPr>
          <w:rFonts w:ascii="Comic Sans MS" w:hAnsi="Comic Sans MS"/>
          <w:sz w:val="24"/>
          <w:szCs w:val="24"/>
        </w:rPr>
      </w:pPr>
    </w:p>
    <w:p w14:paraId="2D2C5514" w14:textId="771B753A" w:rsidR="009A51A2" w:rsidRDefault="009A51A2" w:rsidP="009A51A2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 pulsador</w:t>
      </w:r>
    </w:p>
    <w:p w14:paraId="40AFA7D9" w14:textId="77777777" w:rsidR="009A51A2" w:rsidRDefault="009A51A2" w:rsidP="009A51A2">
      <w:pPr>
        <w:pStyle w:val="Prrafodelista"/>
        <w:rPr>
          <w:rFonts w:ascii="Comic Sans MS" w:hAnsi="Comic Sans MS"/>
          <w:sz w:val="24"/>
          <w:szCs w:val="24"/>
        </w:rPr>
      </w:pPr>
    </w:p>
    <w:p w14:paraId="736D3C4F" w14:textId="623C29D3" w:rsidR="009A51A2" w:rsidRDefault="009A51A2" w:rsidP="009A51A2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Una fotorresistencia</w:t>
      </w:r>
    </w:p>
    <w:p w14:paraId="3910DFFF" w14:textId="77777777" w:rsidR="009A51A2" w:rsidRDefault="009A51A2" w:rsidP="009A51A2">
      <w:pPr>
        <w:pStyle w:val="Prrafodelista"/>
        <w:rPr>
          <w:rFonts w:ascii="Comic Sans MS" w:hAnsi="Comic Sans MS"/>
          <w:sz w:val="24"/>
          <w:szCs w:val="24"/>
        </w:rPr>
      </w:pPr>
    </w:p>
    <w:p w14:paraId="391D6DFA" w14:textId="6DC621F4" w:rsidR="009A51A2" w:rsidRDefault="009A51A2" w:rsidP="009A51A2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 sensor PIR</w:t>
      </w:r>
    </w:p>
    <w:p w14:paraId="6AE9E9B8" w14:textId="77777777" w:rsidR="009A51A2" w:rsidRDefault="009A51A2" w:rsidP="009A51A2">
      <w:pPr>
        <w:pStyle w:val="Prrafodelista"/>
        <w:rPr>
          <w:rFonts w:ascii="Comic Sans MS" w:hAnsi="Comic Sans MS"/>
          <w:sz w:val="24"/>
          <w:szCs w:val="24"/>
        </w:rPr>
      </w:pPr>
    </w:p>
    <w:p w14:paraId="4A20E47A" w14:textId="212C1F59" w:rsidR="009A51A2" w:rsidRDefault="009A51A2" w:rsidP="009A51A2">
      <w:pPr>
        <w:pStyle w:val="Encabezado"/>
        <w:numPr>
          <w:ilvl w:val="0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Tres resistencias de:</w:t>
      </w:r>
    </w:p>
    <w:p w14:paraId="34BB6024" w14:textId="25568CB7" w:rsidR="009A51A2" w:rsidRDefault="009A51A2" w:rsidP="009A51A2">
      <w:pPr>
        <w:pStyle w:val="Encabezado"/>
        <w:numPr>
          <w:ilvl w:val="1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10KΩ para el motaje del pulsador</w:t>
      </w:r>
    </w:p>
    <w:p w14:paraId="046107F3" w14:textId="4725EEB1" w:rsidR="009A51A2" w:rsidRDefault="009A51A2" w:rsidP="009A51A2">
      <w:pPr>
        <w:pStyle w:val="Encabezado"/>
        <w:numPr>
          <w:ilvl w:val="1"/>
          <w:numId w:val="7"/>
        </w:numPr>
        <w:tabs>
          <w:tab w:val="clear" w:pos="4252"/>
          <w:tab w:val="clear" w:pos="8504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220Ω para el montaje del diodo</w:t>
      </w:r>
    </w:p>
    <w:p w14:paraId="1542E128" w14:textId="2A515630" w:rsidR="009A51A2" w:rsidRDefault="009A51A2" w:rsidP="009A51A2">
      <w:pPr>
        <w:numPr>
          <w:ilvl w:val="1"/>
          <w:numId w:val="7"/>
        </w:numPr>
        <w:jc w:val="both"/>
        <w:rPr>
          <w:rFonts w:ascii="Comic Sans MS" w:hAnsi="Comic Sans MS"/>
          <w:sz w:val="24"/>
          <w:szCs w:val="24"/>
        </w:rPr>
      </w:pPr>
      <w:r w:rsidRPr="009A51A2">
        <w:rPr>
          <w:rFonts w:ascii="Comic Sans MS" w:hAnsi="Comic Sans MS"/>
          <w:sz w:val="24"/>
          <w:szCs w:val="24"/>
        </w:rPr>
        <w:t xml:space="preserve">10KΩ para el motaje del </w:t>
      </w:r>
      <w:r>
        <w:rPr>
          <w:rFonts w:ascii="Comic Sans MS" w:hAnsi="Comic Sans MS"/>
          <w:sz w:val="24"/>
          <w:szCs w:val="24"/>
        </w:rPr>
        <w:t>fotoresistor</w:t>
      </w:r>
    </w:p>
    <w:p w14:paraId="0D6446E2" w14:textId="3DB58F31" w:rsidR="009A51A2" w:rsidRDefault="009A51A2" w:rsidP="009A51A2">
      <w:pPr>
        <w:jc w:val="both"/>
        <w:rPr>
          <w:rFonts w:ascii="Comic Sans MS" w:hAnsi="Comic Sans MS"/>
          <w:sz w:val="24"/>
          <w:szCs w:val="24"/>
        </w:rPr>
      </w:pPr>
    </w:p>
    <w:p w14:paraId="79431653" w14:textId="1DBC71F4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p w14:paraId="616C6499" w14:textId="165C1BF3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p w14:paraId="66A8EF00" w14:textId="79E5B5E7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text" w:horzAnchor="margin" w:tblpY="47"/>
        <w:tblW w:w="0" w:type="auto"/>
        <w:shd w:val="clear" w:color="auto" w:fill="ED7D31"/>
        <w:tblLook w:val="04A0" w:firstRow="1" w:lastRow="0" w:firstColumn="1" w:lastColumn="0" w:noHBand="0" w:noVBand="1"/>
      </w:tblPr>
      <w:tblGrid>
        <w:gridCol w:w="8720"/>
      </w:tblGrid>
      <w:tr w:rsidR="00D42FA9" w:rsidRPr="00D42FA9" w14:paraId="3EFB5C48" w14:textId="77777777" w:rsidTr="00D42FA9">
        <w:trPr>
          <w:trHeight w:val="840"/>
        </w:trPr>
        <w:tc>
          <w:tcPr>
            <w:tcW w:w="8927" w:type="dxa"/>
            <w:shd w:val="clear" w:color="auto" w:fill="ED7D31"/>
            <w:vAlign w:val="center"/>
          </w:tcPr>
          <w:p w14:paraId="62750987" w14:textId="35DBD4CF" w:rsidR="00B61EAE" w:rsidRPr="00D42FA9" w:rsidRDefault="00B61EAE" w:rsidP="00D42FA9">
            <w:pPr>
              <w:pStyle w:val="Encabezado"/>
              <w:tabs>
                <w:tab w:val="clear" w:pos="4252"/>
                <w:tab w:val="clear" w:pos="8504"/>
              </w:tabs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</w:pPr>
            <w:r w:rsidRPr="00D42FA9"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  <w:t>4. PROGRAMA ARDUINO (PLATAFORMA MBLOCK)</w:t>
            </w:r>
          </w:p>
        </w:tc>
      </w:tr>
    </w:tbl>
    <w:p w14:paraId="7C805620" w14:textId="51B5A61F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p w14:paraId="70695E3F" w14:textId="12A01F5F" w:rsidR="00B61EAE" w:rsidRDefault="004A2868" w:rsidP="009A51A2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pict w14:anchorId="3F46439F">
          <v:shape id="_x0000_i1035" type="#_x0000_t75" style="width:318.75pt;height:392.25pt">
            <v:imagedata r:id="rId12" o:title=""/>
          </v:shape>
        </w:pict>
      </w:r>
    </w:p>
    <w:p w14:paraId="76072022" w14:textId="2A07CADA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p w14:paraId="07FDDA3A" w14:textId="30A98C0F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p w14:paraId="736EDCA2" w14:textId="7F133419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text" w:horzAnchor="margin" w:tblpY="47"/>
        <w:tblW w:w="0" w:type="auto"/>
        <w:shd w:val="clear" w:color="auto" w:fill="ED7D31"/>
        <w:tblLook w:val="04A0" w:firstRow="1" w:lastRow="0" w:firstColumn="1" w:lastColumn="0" w:noHBand="0" w:noVBand="1"/>
      </w:tblPr>
      <w:tblGrid>
        <w:gridCol w:w="8720"/>
      </w:tblGrid>
      <w:tr w:rsidR="00D42FA9" w:rsidRPr="00D42FA9" w14:paraId="70BCD88C" w14:textId="77777777" w:rsidTr="00D42FA9">
        <w:trPr>
          <w:trHeight w:val="840"/>
        </w:trPr>
        <w:tc>
          <w:tcPr>
            <w:tcW w:w="8927" w:type="dxa"/>
            <w:shd w:val="clear" w:color="auto" w:fill="ED7D31"/>
            <w:vAlign w:val="center"/>
          </w:tcPr>
          <w:p w14:paraId="40EA1F3A" w14:textId="661C1620" w:rsidR="00B61EAE" w:rsidRPr="00D42FA9" w:rsidRDefault="00B61EAE" w:rsidP="00D42FA9">
            <w:pPr>
              <w:pStyle w:val="Encabezado"/>
              <w:tabs>
                <w:tab w:val="clear" w:pos="4252"/>
                <w:tab w:val="clear" w:pos="8504"/>
              </w:tabs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</w:pPr>
            <w:r w:rsidRPr="00D42FA9">
              <w:rPr>
                <w:rFonts w:ascii="Comic Sans MS" w:hAnsi="Comic Sans MS"/>
                <w:b/>
                <w:bCs/>
                <w:color w:val="FFFFFF"/>
                <w:sz w:val="36"/>
                <w:szCs w:val="36"/>
              </w:rPr>
              <w:t>5. CIRCUITO (PLATAFORMA TINKERCAD)</w:t>
            </w:r>
          </w:p>
        </w:tc>
      </w:tr>
    </w:tbl>
    <w:p w14:paraId="1EC2B006" w14:textId="2DE7A348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p w14:paraId="2A6FD77A" w14:textId="1FAA2064" w:rsidR="00B61EAE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p w14:paraId="21F52B73" w14:textId="34623F32" w:rsidR="00B61EAE" w:rsidRDefault="004A2868" w:rsidP="009A51A2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pict w14:anchorId="0CBF4683">
          <v:shape id="_x0000_i1036" type="#_x0000_t75" style="width:424.5pt;height:298.5pt">
            <v:imagedata r:id="rId13" o:title=""/>
          </v:shape>
        </w:pict>
      </w:r>
    </w:p>
    <w:p w14:paraId="64498D4D" w14:textId="77777777" w:rsidR="00B61EAE" w:rsidRPr="009A51A2" w:rsidRDefault="00B61EAE" w:rsidP="009A51A2">
      <w:pPr>
        <w:jc w:val="both"/>
        <w:rPr>
          <w:rFonts w:ascii="Comic Sans MS" w:hAnsi="Comic Sans MS"/>
          <w:sz w:val="24"/>
          <w:szCs w:val="24"/>
        </w:rPr>
      </w:pPr>
    </w:p>
    <w:sectPr w:rsidR="00B61EAE" w:rsidRPr="009A51A2" w:rsidSect="00D3155A">
      <w:headerReference w:type="default" r:id="rId14"/>
      <w:type w:val="continuous"/>
      <w:pgSz w:w="11906" w:h="16838"/>
      <w:pgMar w:top="1417" w:right="1701" w:bottom="1417" w:left="1701" w:header="720" w:footer="87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232C1" w14:textId="77777777" w:rsidR="00CB7117" w:rsidRDefault="00CB7117">
      <w:r>
        <w:separator/>
      </w:r>
    </w:p>
  </w:endnote>
  <w:endnote w:type="continuationSeparator" w:id="0">
    <w:p w14:paraId="63D17998" w14:textId="77777777" w:rsidR="00CB7117" w:rsidRDefault="00CB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ED5BCA" w14:textId="77777777" w:rsidR="00CB7117" w:rsidRDefault="00CB7117">
      <w:r>
        <w:separator/>
      </w:r>
    </w:p>
  </w:footnote>
  <w:footnote w:type="continuationSeparator" w:id="0">
    <w:p w14:paraId="41CBB613" w14:textId="77777777" w:rsidR="00CB7117" w:rsidRDefault="00CB7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75" w:type="dxa"/>
      <w:tblInd w:w="-65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60"/>
      <w:gridCol w:w="4500"/>
      <w:gridCol w:w="2515"/>
    </w:tblGrid>
    <w:tr w:rsidR="00A60195" w14:paraId="35F67B73" w14:textId="77777777">
      <w:trPr>
        <w:trHeight w:val="1264"/>
      </w:trPr>
      <w:tc>
        <w:tcPr>
          <w:tcW w:w="306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3D01BB57" w14:textId="77777777" w:rsidR="00A60195" w:rsidRDefault="00CB7117" w:rsidP="00C40AA4">
          <w:pPr>
            <w:pStyle w:val="Encabezado"/>
          </w:pPr>
          <w:r>
            <w:pict w14:anchorId="60BB8EC2">
              <v:group id="_x0000_s2059" style="position:absolute;margin-left:11pt;margin-top:-4.55pt;width:112.5pt;height:71.85pt;z-index:1" coordorigin="1231,388" coordsize="2250,143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60" type="#_x0000_t202" style="position:absolute;left:1231;top:388;width:864;height:1437" stroked="f">
                  <v:textbox style="mso-next-textbox:#_x0000_s2060" inset="0,0,0,0">
                    <w:txbxContent>
                      <w:p w14:paraId="6A5BC720" w14:textId="77777777" w:rsidR="00A60195" w:rsidRDefault="00A60195" w:rsidP="00A60195">
                        <w:pPr>
                          <w:pStyle w:val="Encabezado"/>
                          <w:tabs>
                            <w:tab w:val="clear" w:pos="4252"/>
                            <w:tab w:val="clear" w:pos="8504"/>
                            <w:tab w:val="right" w:pos="8789"/>
                          </w:tabs>
                          <w:ind w:left="6096" w:right="-1"/>
                          <w:jc w:val="center"/>
                        </w:pPr>
                      </w:p>
                      <w:p w14:paraId="5DF30584" w14:textId="77777777" w:rsidR="00A60195" w:rsidRDefault="00CB7117" w:rsidP="00A60195">
                        <w:pPr>
                          <w:jc w:val="center"/>
                        </w:pPr>
                        <w:r>
                          <w:rPr>
                            <w:lang w:val="es-ES"/>
                          </w:rPr>
                          <w:pict w14:anchorId="6282256A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38" type="#_x0000_t75" style="width:27pt;height:44.25pt" fillcolor="window">
                              <v:imagedata r:id="rId1" o:title="escudo jcyl color"/>
                            </v:shape>
                          </w:pict>
                        </w:r>
                      </w:p>
                    </w:txbxContent>
                  </v:textbox>
                </v:shape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061" type="#_x0000_t136" style="position:absolute;left:2011;top:1075;width:1379;height:486" fillcolor="black">
                  <v:shadow color="#868686"/>
                  <v:textpath style="font-family:&quot;Eras Demi ITC&quot;;font-size:10pt;v-text-align:left;v-text-spacing:78650f;v-text-kern:t" trim="t" fitpath="t" string="Junta de&#10;Castilla y León"/>
                </v:shape>
                <v:shape id="_x0000_s2062" type="#_x0000_t202" style="position:absolute;left:1293;top:1499;width:2188;height:273" filled="f" stroked="f">
                  <v:textbox style="mso-next-textbox:#_x0000_s2062" inset="0">
                    <w:txbxContent>
                      <w:tbl>
                        <w:tblPr>
                          <w:tblW w:w="0" w:type="auto"/>
                          <w:tblInd w:w="21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018"/>
                        </w:tblGrid>
                        <w:tr w:rsidR="00A60195" w14:paraId="5CA1EEE6" w14:textId="77777777">
                          <w:trPr>
                            <w:trHeight w:val="144"/>
                          </w:trPr>
                          <w:tc>
                            <w:tcPr>
                              <w:tcW w:w="201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000000"/>
                              <w:vAlign w:val="center"/>
                            </w:tcPr>
                            <w:p w14:paraId="3C2E7096" w14:textId="77777777" w:rsidR="00A60195" w:rsidRDefault="00A60195">
                              <w:pPr>
                                <w:jc w:val="center"/>
                                <w:rPr>
                                  <w:rFonts w:ascii="Eras Demi ITC" w:hAnsi="Eras Demi ITC"/>
                                  <w:color w:val="FFFFFF"/>
                                  <w:sz w:val="12"/>
                                </w:rPr>
                              </w:pPr>
                              <w:r>
                                <w:rPr>
                                  <w:rFonts w:ascii="Eras Demi ITC" w:hAnsi="Eras Demi ITC"/>
                                  <w:color w:val="FFFFFF"/>
                                  <w:sz w:val="12"/>
                                </w:rPr>
                                <w:t>CONSEJERÍA DE EDUCACIÓN</w:t>
                              </w:r>
                            </w:p>
                          </w:tc>
                        </w:tr>
                      </w:tbl>
                      <w:p w14:paraId="4B56E78A" w14:textId="77777777" w:rsidR="00A60195" w:rsidRDefault="00A60195" w:rsidP="00A60195"/>
                    </w:txbxContent>
                  </v:textbox>
                </v:shape>
              </v:group>
            </w:pict>
          </w:r>
        </w:p>
      </w:tc>
      <w:tc>
        <w:tcPr>
          <w:tcW w:w="450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14:paraId="067CC5A3" w14:textId="77777777" w:rsidR="00A60195" w:rsidRDefault="00CB7117" w:rsidP="00C40AA4">
          <w:pPr>
            <w:pStyle w:val="Encabezado"/>
          </w:pPr>
          <w:r>
            <w:pict w14:anchorId="16609114">
              <v:shape id="_x0000_s2063" type="#_x0000_t202" style="position:absolute;margin-left:17.1pt;margin-top:6.45pt;width:180pt;height:60.95pt;z-index:2;mso-position-horizontal-relative:text;mso-position-vertical-relative:text" stroked="f">
                <v:textbox style="mso-next-textbox:#_x0000_s2063">
                  <w:txbxContent>
                    <w:p w14:paraId="17871F46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rFonts w:ascii="Arial" w:hAnsi="Arial"/>
                          <w:shadow/>
                          <w:sz w:val="20"/>
                        </w:rPr>
                      </w:pPr>
                      <w:r>
                        <w:rPr>
                          <w:rFonts w:ascii="Eras Demi ITC" w:hAnsi="Eras Demi ITC"/>
                          <w:shadow/>
                          <w:spacing w:val="20"/>
                          <w:sz w:val="20"/>
                        </w:rPr>
                        <w:t>I.E.S.</w:t>
                      </w:r>
                      <w:r>
                        <w:rPr>
                          <w:shadow/>
                          <w:spacing w:val="20"/>
                          <w:sz w:val="20"/>
                        </w:rPr>
                        <w:t xml:space="preserve"> "</w:t>
                      </w:r>
                      <w:r>
                        <w:rPr>
                          <w:rFonts w:ascii="Eras Demi ITC" w:hAnsi="Eras Demi ITC"/>
                          <w:shadow/>
                          <w:spacing w:val="20"/>
                          <w:sz w:val="20"/>
                        </w:rPr>
                        <w:t>Giner de los Ríos</w:t>
                      </w:r>
                      <w:r>
                        <w:rPr>
                          <w:shadow/>
                          <w:spacing w:val="20"/>
                          <w:sz w:val="20"/>
                        </w:rPr>
                        <w:t>"</w:t>
                      </w:r>
                    </w:p>
                    <w:p w14:paraId="35C76F8F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rFonts w:ascii="Arial" w:hAnsi="Arial"/>
                          <w:b w:val="0"/>
                          <w:sz w:val="8"/>
                        </w:rPr>
                      </w:pPr>
                    </w:p>
                    <w:p w14:paraId="3F0FA474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rFonts w:ascii="Trebuchet MS" w:hAnsi="Trebuchet MS"/>
                          <w:b w:val="0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b w:val="0"/>
                          <w:sz w:val="14"/>
                        </w:rPr>
                        <w:t>Avd. Real 35. 24006 – León</w:t>
                      </w:r>
                    </w:p>
                    <w:p w14:paraId="5624D85F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rFonts w:ascii="Trebuchet MS" w:hAnsi="Trebuchet MS"/>
                          <w:b w:val="0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sz w:val="14"/>
                        </w:rPr>
                        <w:t>Tlfs</w:t>
                      </w:r>
                      <w:r>
                        <w:rPr>
                          <w:rFonts w:ascii="Trebuchet MS" w:hAnsi="Trebuchet MS"/>
                          <w:b w:val="0"/>
                          <w:sz w:val="14"/>
                        </w:rPr>
                        <w:t xml:space="preserve">.: 987/25 55 11 - 25 56 99. </w:t>
                      </w:r>
                      <w:r>
                        <w:rPr>
                          <w:rFonts w:ascii="Trebuchet MS" w:hAnsi="Trebuchet MS"/>
                          <w:sz w:val="14"/>
                        </w:rPr>
                        <w:t>Fax</w:t>
                      </w:r>
                      <w:r>
                        <w:rPr>
                          <w:rFonts w:ascii="Trebuchet MS" w:hAnsi="Trebuchet MS"/>
                          <w:b w:val="0"/>
                          <w:sz w:val="14"/>
                        </w:rPr>
                        <w:t>: 987/25 78 61</w:t>
                      </w:r>
                    </w:p>
                    <w:p w14:paraId="5E8D935F" w14:textId="51167845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rFonts w:ascii="Trebuchet MS" w:hAnsi="Trebuchet MS"/>
                          <w:b w:val="0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sz w:val="14"/>
                        </w:rPr>
                        <w:t>E-Mail</w:t>
                      </w:r>
                      <w:r>
                        <w:rPr>
                          <w:rFonts w:ascii="Trebuchet MS" w:hAnsi="Trebuchet MS"/>
                          <w:b w:val="0"/>
                          <w:sz w:val="14"/>
                        </w:rPr>
                        <w:t xml:space="preserve">: </w:t>
                      </w:r>
                      <w:hyperlink r:id="rId2" w:history="1">
                        <w:r w:rsidR="00C94C2B" w:rsidRPr="00107E3C">
                          <w:rPr>
                            <w:rStyle w:val="Hipervnculo"/>
                            <w:rFonts w:ascii="Trebuchet MS" w:hAnsi="Trebuchet MS"/>
                            <w:sz w:val="16"/>
                            <w:szCs w:val="16"/>
                          </w:rPr>
                          <w:t>24006128@educa.jcyl.es</w:t>
                        </w:r>
                      </w:hyperlink>
                    </w:p>
                    <w:p w14:paraId="785B7BB3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rFonts w:ascii="Trebuchet MS" w:hAnsi="Trebuchet MS"/>
                          <w:b w:val="0"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sz w:val="14"/>
                        </w:rPr>
                        <w:t>Web</w:t>
                      </w:r>
                      <w:r>
                        <w:rPr>
                          <w:rFonts w:ascii="Trebuchet MS" w:hAnsi="Trebuchet MS"/>
                          <w:b w:val="0"/>
                          <w:sz w:val="14"/>
                        </w:rPr>
                        <w:t xml:space="preserve">: </w:t>
                      </w:r>
                      <w:hyperlink r:id="rId3" w:history="1">
                        <w:r>
                          <w:rPr>
                            <w:rStyle w:val="Hipervnculo"/>
                            <w:rFonts w:ascii="Trebuchet MS" w:hAnsi="Trebuchet MS"/>
                            <w:sz w:val="16"/>
                            <w:szCs w:val="16"/>
                          </w:rPr>
                          <w:t>http://www.ginerdelosrios.org</w:t>
                        </w:r>
                      </w:hyperlink>
                    </w:p>
                    <w:p w14:paraId="68A57A36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b w:val="0"/>
                          <w:sz w:val="14"/>
                        </w:rPr>
                      </w:pPr>
                    </w:p>
                    <w:p w14:paraId="2F4E50F2" w14:textId="77777777" w:rsidR="00A60195" w:rsidRDefault="00A60195" w:rsidP="00A60195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right" w:pos="8789"/>
                        </w:tabs>
                        <w:ind w:left="6096" w:right="-1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Avd. Real 35. 24006 - León</w:t>
                      </w:r>
                    </w:p>
                    <w:p w14:paraId="6A8419E5" w14:textId="77777777" w:rsidR="00A60195" w:rsidRDefault="00A60195" w:rsidP="00A60195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right" w:pos="8789"/>
                        </w:tabs>
                        <w:ind w:left="6096" w:right="-1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Tlf.: 987/25 55 11 - Fax: 987/25 78 81</w:t>
                      </w:r>
                    </w:p>
                    <w:p w14:paraId="68E2590E" w14:textId="77777777" w:rsidR="00A60195" w:rsidRDefault="00A60195" w:rsidP="00A60195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right" w:pos="8789"/>
                        </w:tabs>
                        <w:ind w:left="6096" w:right="-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E-Mail:jcarball@olmo.pntic.mec.es</w:t>
                      </w:r>
                    </w:p>
                    <w:p w14:paraId="4E7F5962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sz w:val="14"/>
                        </w:rPr>
                      </w:pPr>
                    </w:p>
                    <w:p w14:paraId="0694E2A4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sz w:val="14"/>
                        </w:rPr>
                      </w:pPr>
                    </w:p>
                    <w:p w14:paraId="18C75F7C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sz w:val="14"/>
                        </w:rPr>
                      </w:pPr>
                    </w:p>
                    <w:p w14:paraId="33A6CA7A" w14:textId="77777777" w:rsidR="00A60195" w:rsidRDefault="00A60195" w:rsidP="00A60195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right" w:pos="8789"/>
                        </w:tabs>
                        <w:ind w:left="6096" w:right="-1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Avd. Real 35. 24006 - León</w:t>
                      </w:r>
                    </w:p>
                    <w:p w14:paraId="20B2672A" w14:textId="77777777" w:rsidR="00A60195" w:rsidRDefault="00A60195" w:rsidP="00A60195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right" w:pos="8789"/>
                        </w:tabs>
                        <w:ind w:left="6096" w:right="-1"/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Tlf.: 987/25 55 11 - Fax: 987/25 78 81</w:t>
                      </w:r>
                    </w:p>
                    <w:p w14:paraId="772C7C9D" w14:textId="77777777" w:rsidR="00A60195" w:rsidRDefault="00A60195" w:rsidP="00A60195">
                      <w:pPr>
                        <w:pStyle w:val="Encabezado"/>
                        <w:tabs>
                          <w:tab w:val="clear" w:pos="4252"/>
                          <w:tab w:val="clear" w:pos="8504"/>
                          <w:tab w:val="right" w:pos="8789"/>
                        </w:tabs>
                        <w:ind w:left="6096" w:right="-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E-Mail:jcarball@olmo.pntic.mec.es</w:t>
                      </w:r>
                    </w:p>
                    <w:p w14:paraId="00B58262" w14:textId="77777777" w:rsidR="00A60195" w:rsidRDefault="00A60195" w:rsidP="00A60195">
                      <w:pPr>
                        <w:pStyle w:val="Textoindependiente"/>
                        <w:ind w:right="-78" w:hanging="142"/>
                        <w:jc w:val="center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w:r>
        </w:p>
      </w:tc>
      <w:tc>
        <w:tcPr>
          <w:tcW w:w="2515" w:type="dxa"/>
          <w:tcBorders>
            <w:top w:val="nil"/>
            <w:left w:val="single" w:sz="4" w:space="0" w:color="auto"/>
            <w:bottom w:val="nil"/>
            <w:right w:val="nil"/>
          </w:tcBorders>
          <w:vAlign w:val="bottom"/>
        </w:tcPr>
        <w:p w14:paraId="7BB6A733" w14:textId="77777777" w:rsidR="00A60195" w:rsidRDefault="00CB7117" w:rsidP="00C40AA4">
          <w:pPr>
            <w:pStyle w:val="Encabezado"/>
            <w:jc w:val="center"/>
          </w:pPr>
          <w:r>
            <w:pict w14:anchorId="11AA75A0">
              <v:group id="_x0000_s2068" style="position:absolute;left:0;text-align:left;margin-left:23.5pt;margin-top:2.8pt;width:62.8pt;height:47.35pt;z-index:4;mso-position-horizontal-relative:text;mso-position-vertical-relative:text" coordorigin="6748,610" coordsize="1728,1315">
                <v:shape id="_x0000_s2069" type="#_x0000_t75" style="position:absolute;left:6748;top:610;width:1728;height:1315">
                  <v:imagedata r:id="rId4" o:title="logo"/>
                </v:shape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2070" type="#_x0000_t144" style="position:absolute;left:7736;top:1648;width:641;height:67;rotation:1181593fd" adj="-11409049,10800" stroked="f">
                  <v:shadow color="#868686"/>
                  <v:textpath style="font-family:&quot;Eras Demi ITC&quot;" fitshape="t" trim="t" string="de los Ríos"/>
                </v:shape>
                <v:shape id="_x0000_s2071" type="#_x0000_t136" style="position:absolute;left:6978;top:1501;width:624;height:67;rotation:-2570341fd" stroked="f">
                  <v:shadow color="#868686"/>
                  <v:textpath style="font-family:&quot;Eras Demi ITC&quot;;v-text-kern:t" trim="t" fitpath="t" string="I.E.S. Giner"/>
                </v:shape>
              </v:group>
            </w:pict>
          </w:r>
          <w:r>
            <w:pict w14:anchorId="536F27EE">
              <v:group id="_x0000_s2064" style="position:absolute;left:0;text-align:left;margin-left:23.5pt;margin-top:-.2pt;width:62.8pt;height:47.35pt;z-index:3;mso-position-horizontal-relative:text;mso-position-vertical-relative:text" coordorigin="6748,610" coordsize="1728,1315">
                <v:shape id="_x0000_s2065" type="#_x0000_t75" style="position:absolute;left:6748;top:610;width:1728;height:1315">
                  <v:imagedata r:id="rId4" o:title="logo"/>
                </v:shape>
                <v:shape id="_x0000_s2066" type="#_x0000_t144" style="position:absolute;left:7736;top:1648;width:641;height:67;rotation:1181593fd" adj="-11409049,10800" stroked="f">
                  <v:shadow color="#868686"/>
                  <v:textpath style="font-family:&quot;Eras Demi ITC&quot;" fitshape="t" trim="t" string="de los Ríos"/>
                </v:shape>
                <v:shape id="_x0000_s2067" type="#_x0000_t136" style="position:absolute;left:6978;top:1501;width:624;height:67;rotation:-2570341fd" stroked="f">
                  <v:shadow color="#868686"/>
                  <v:textpath style="font-family:&quot;Eras Demi ITC&quot;;v-text-kern:t" trim="t" fitpath="t" string="I.E.S. Giner"/>
                </v:shape>
              </v:group>
            </w:pict>
          </w:r>
        </w:p>
        <w:p w14:paraId="29393714" w14:textId="77777777" w:rsidR="00A60195" w:rsidRDefault="00A60195" w:rsidP="00C40AA4">
          <w:pPr>
            <w:pStyle w:val="Encabezado"/>
            <w:jc w:val="center"/>
          </w:pPr>
        </w:p>
        <w:p w14:paraId="1302D54E" w14:textId="77777777" w:rsidR="00A60195" w:rsidRDefault="00A60195" w:rsidP="00C40AA4">
          <w:pPr>
            <w:pStyle w:val="Encabezado"/>
            <w:jc w:val="center"/>
          </w:pPr>
        </w:p>
        <w:p w14:paraId="6EBDDF69" w14:textId="77777777" w:rsidR="00A60195" w:rsidRDefault="00A60195" w:rsidP="00C40AA4">
          <w:pPr>
            <w:pStyle w:val="Encabezado"/>
            <w:rPr>
              <w:sz w:val="32"/>
              <w:szCs w:val="32"/>
            </w:rPr>
          </w:pPr>
        </w:p>
        <w:p w14:paraId="0530A354" w14:textId="77777777" w:rsidR="00A60195" w:rsidRDefault="00A60195" w:rsidP="00C40AA4">
          <w:pPr>
            <w:pStyle w:val="Encabezado"/>
            <w:jc w:val="center"/>
            <w:rPr>
              <w:rFonts w:ascii="Trebuchet MS" w:hAnsi="Trebuchet MS"/>
              <w:sz w:val="13"/>
              <w:szCs w:val="13"/>
            </w:rPr>
          </w:pPr>
          <w:r>
            <w:rPr>
              <w:rFonts w:ascii="Trebuchet MS" w:hAnsi="Trebuchet MS"/>
              <w:b/>
              <w:shadow/>
              <w:sz w:val="15"/>
              <w:szCs w:val="15"/>
            </w:rPr>
            <w:t>I</w:t>
          </w:r>
          <w:r>
            <w:rPr>
              <w:rFonts w:ascii="Trebuchet MS" w:hAnsi="Trebuchet MS"/>
              <w:sz w:val="13"/>
              <w:szCs w:val="13"/>
            </w:rPr>
            <w:t xml:space="preserve">nstituto de </w:t>
          </w:r>
          <w:r>
            <w:rPr>
              <w:rFonts w:ascii="Trebuchet MS" w:hAnsi="Trebuchet MS"/>
              <w:b/>
              <w:shadow/>
              <w:sz w:val="15"/>
              <w:szCs w:val="15"/>
            </w:rPr>
            <w:t>E</w:t>
          </w:r>
          <w:r>
            <w:rPr>
              <w:rFonts w:ascii="Trebuchet MS" w:hAnsi="Trebuchet MS"/>
              <w:sz w:val="13"/>
              <w:szCs w:val="13"/>
            </w:rPr>
            <w:t xml:space="preserve">ducación </w:t>
          </w:r>
          <w:r>
            <w:rPr>
              <w:rFonts w:ascii="Trebuchet MS" w:hAnsi="Trebuchet MS"/>
              <w:b/>
              <w:shadow/>
              <w:sz w:val="15"/>
              <w:szCs w:val="15"/>
            </w:rPr>
            <w:t>S</w:t>
          </w:r>
          <w:r>
            <w:rPr>
              <w:rFonts w:ascii="Trebuchet MS" w:hAnsi="Trebuchet MS"/>
              <w:sz w:val="13"/>
              <w:szCs w:val="13"/>
            </w:rPr>
            <w:t>ecundaria</w:t>
          </w:r>
        </w:p>
      </w:tc>
    </w:tr>
  </w:tbl>
  <w:p w14:paraId="4BEAAB84" w14:textId="77777777" w:rsidR="00A60195" w:rsidRDefault="00A60195" w:rsidP="00A601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4343A"/>
    <w:multiLevelType w:val="hybridMultilevel"/>
    <w:tmpl w:val="80A83FB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822B7"/>
    <w:multiLevelType w:val="hybridMultilevel"/>
    <w:tmpl w:val="065097D6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9B43C70"/>
    <w:multiLevelType w:val="hybridMultilevel"/>
    <w:tmpl w:val="5720F7C6"/>
    <w:lvl w:ilvl="0" w:tplc="0D002F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04A5D"/>
    <w:multiLevelType w:val="hybridMultilevel"/>
    <w:tmpl w:val="94B2FD3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85654"/>
    <w:multiLevelType w:val="hybridMultilevel"/>
    <w:tmpl w:val="4D82E408"/>
    <w:lvl w:ilvl="0" w:tplc="0D002F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A16FCD"/>
    <w:multiLevelType w:val="hybridMultilevel"/>
    <w:tmpl w:val="BB727474"/>
    <w:lvl w:ilvl="0" w:tplc="0C0A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7E317406"/>
    <w:multiLevelType w:val="singleLevel"/>
    <w:tmpl w:val="226841C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8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2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E91"/>
    <w:rsid w:val="000E0569"/>
    <w:rsid w:val="00113025"/>
    <w:rsid w:val="0013013E"/>
    <w:rsid w:val="001F6B82"/>
    <w:rsid w:val="00201929"/>
    <w:rsid w:val="00216775"/>
    <w:rsid w:val="002D5F65"/>
    <w:rsid w:val="002F2946"/>
    <w:rsid w:val="003A445F"/>
    <w:rsid w:val="00420F85"/>
    <w:rsid w:val="004545CD"/>
    <w:rsid w:val="00471FC0"/>
    <w:rsid w:val="004A2868"/>
    <w:rsid w:val="004C207E"/>
    <w:rsid w:val="005B35E8"/>
    <w:rsid w:val="006034EE"/>
    <w:rsid w:val="006262C8"/>
    <w:rsid w:val="00627494"/>
    <w:rsid w:val="00645C86"/>
    <w:rsid w:val="00687159"/>
    <w:rsid w:val="006C5229"/>
    <w:rsid w:val="007025CB"/>
    <w:rsid w:val="00740B3B"/>
    <w:rsid w:val="00743482"/>
    <w:rsid w:val="00766F9F"/>
    <w:rsid w:val="007D0106"/>
    <w:rsid w:val="008338BD"/>
    <w:rsid w:val="00851881"/>
    <w:rsid w:val="008D3E97"/>
    <w:rsid w:val="00947E91"/>
    <w:rsid w:val="00983EF8"/>
    <w:rsid w:val="00996C7B"/>
    <w:rsid w:val="009A51A2"/>
    <w:rsid w:val="00A60195"/>
    <w:rsid w:val="00AC1329"/>
    <w:rsid w:val="00AE7FB4"/>
    <w:rsid w:val="00AF1DFA"/>
    <w:rsid w:val="00B225BC"/>
    <w:rsid w:val="00B57676"/>
    <w:rsid w:val="00B61EAE"/>
    <w:rsid w:val="00B66B39"/>
    <w:rsid w:val="00BF25B6"/>
    <w:rsid w:val="00C40AA4"/>
    <w:rsid w:val="00C94C2B"/>
    <w:rsid w:val="00CA0604"/>
    <w:rsid w:val="00CA2786"/>
    <w:rsid w:val="00CB7117"/>
    <w:rsid w:val="00CF0BC4"/>
    <w:rsid w:val="00D3155A"/>
    <w:rsid w:val="00D42FA9"/>
    <w:rsid w:val="00D47EB6"/>
    <w:rsid w:val="00D70D22"/>
    <w:rsid w:val="00DB2E53"/>
    <w:rsid w:val="00DC0930"/>
    <w:rsid w:val="00E4198E"/>
    <w:rsid w:val="00E43938"/>
    <w:rsid w:val="00E91001"/>
    <w:rsid w:val="00F10458"/>
    <w:rsid w:val="00F34233"/>
    <w:rsid w:val="00FA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1823A8A"/>
  <w15:chartTrackingRefBased/>
  <w15:docId w15:val="{E5D9CEED-0899-4A9C-BDAA-E158BCF4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basedOn w:val="Normal"/>
    <w:pPr>
      <w:pBdr>
        <w:top w:val="single" w:sz="18" w:space="1" w:color="auto"/>
        <w:left w:val="single" w:sz="6" w:space="1" w:color="auto"/>
        <w:bottom w:val="single" w:sz="6" w:space="1" w:color="auto"/>
        <w:right w:val="single" w:sz="6" w:space="1" w:color="auto"/>
      </w:pBdr>
      <w:ind w:right="7087"/>
      <w:jc w:val="center"/>
    </w:pPr>
    <w:rPr>
      <w:rFonts w:ascii="Arial" w:hAnsi="Arial"/>
      <w:b/>
      <w:sz w:val="28"/>
    </w:rPr>
  </w:style>
  <w:style w:type="paragraph" w:customStyle="1" w:styleId="Estilo2">
    <w:name w:val="Estilo2"/>
    <w:basedOn w:val="Normal"/>
    <w:pPr>
      <w:pBdr>
        <w:bottom w:val="single" w:sz="12" w:space="1" w:color="auto"/>
        <w:right w:val="single" w:sz="12" w:space="4" w:color="auto"/>
      </w:pBdr>
      <w:shd w:val="pct30" w:color="000000" w:fill="FFFFFF"/>
      <w:tabs>
        <w:tab w:val="left" w:pos="-1440"/>
        <w:tab w:val="left" w:pos="-1200"/>
        <w:tab w:val="left" w:pos="-960"/>
        <w:tab w:val="left" w:pos="-720"/>
        <w:tab w:val="left" w:pos="-480"/>
        <w:tab w:val="left" w:pos="-240"/>
      </w:tabs>
      <w:spacing w:line="288" w:lineRule="auto"/>
      <w:ind w:right="5669"/>
      <w:jc w:val="center"/>
    </w:pPr>
    <w:rPr>
      <w:b/>
    </w:rPr>
  </w:style>
  <w:style w:type="paragraph" w:customStyle="1" w:styleId="listagua">
    <w:name w:val="lista_guía"/>
    <w:basedOn w:val="Lista2"/>
    <w:pPr>
      <w:ind w:left="993"/>
    </w:pPr>
  </w:style>
  <w:style w:type="paragraph" w:styleId="Lista2">
    <w:name w:val="List 2"/>
    <w:basedOn w:val="Normal"/>
    <w:pPr>
      <w:ind w:left="566" w:hanging="283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Titguia">
    <w:name w:val="Tit_guia"/>
    <w:basedOn w:val="Normal"/>
    <w:pPr>
      <w:pBdr>
        <w:top w:val="single" w:sz="18" w:space="1" w:color="auto"/>
        <w:left w:val="single" w:sz="6" w:space="1" w:color="auto"/>
        <w:bottom w:val="single" w:sz="6" w:space="1" w:color="auto"/>
        <w:right w:val="single" w:sz="6" w:space="1" w:color="auto"/>
      </w:pBdr>
      <w:ind w:right="4819"/>
      <w:jc w:val="center"/>
    </w:pPr>
    <w:rPr>
      <w:rFonts w:ascii="Arial" w:hAnsi="Arial"/>
      <w:b/>
      <w:sz w:val="28"/>
    </w:rPr>
  </w:style>
  <w:style w:type="paragraph" w:customStyle="1" w:styleId="lista1gua">
    <w:name w:val="lista1_guía"/>
    <w:basedOn w:val="listagua"/>
    <w:pPr>
      <w:ind w:left="992"/>
    </w:pPr>
  </w:style>
  <w:style w:type="paragraph" w:customStyle="1" w:styleId="lista2gua">
    <w:name w:val="lista2_guía"/>
    <w:basedOn w:val="listagua"/>
    <w:pPr>
      <w:ind w:hanging="284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b/>
      <w:sz w:val="18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deglobo">
    <w:name w:val="Balloon Text"/>
    <w:basedOn w:val="Normal"/>
    <w:semiHidden/>
    <w:rsid w:val="00D47EB6"/>
    <w:rPr>
      <w:rFonts w:ascii="Tahoma" w:hAnsi="Tahoma" w:cs="Tahoma"/>
      <w:sz w:val="16"/>
      <w:szCs w:val="16"/>
    </w:rPr>
  </w:style>
  <w:style w:type="character" w:styleId="Mencinsinresolver">
    <w:name w:val="Unresolved Mention"/>
    <w:uiPriority w:val="99"/>
    <w:semiHidden/>
    <w:unhideWhenUsed/>
    <w:rsid w:val="00C94C2B"/>
    <w:rPr>
      <w:color w:val="605E5C"/>
      <w:shd w:val="clear" w:color="auto" w:fill="E1DFDD"/>
    </w:rPr>
  </w:style>
  <w:style w:type="paragraph" w:styleId="Sinespaciado">
    <w:name w:val="No Spacing"/>
    <w:link w:val="SinespaciadoCar"/>
    <w:uiPriority w:val="1"/>
    <w:qFormat/>
    <w:rsid w:val="00B225BC"/>
    <w:rPr>
      <w:rFonts w:ascii="Calibri" w:hAnsi="Calibri"/>
      <w:sz w:val="22"/>
      <w:szCs w:val="22"/>
      <w:lang w:val="en-US" w:eastAsia="en-US"/>
    </w:rPr>
  </w:style>
  <w:style w:type="character" w:customStyle="1" w:styleId="SinespaciadoCar">
    <w:name w:val="Sin espaciado Car"/>
    <w:link w:val="Sinespaciado"/>
    <w:uiPriority w:val="1"/>
    <w:rsid w:val="00B225BC"/>
    <w:rPr>
      <w:rFonts w:ascii="Calibri" w:hAnsi="Calibri"/>
      <w:sz w:val="22"/>
      <w:szCs w:val="22"/>
      <w:lang w:val="en-US" w:eastAsia="en-US"/>
    </w:rPr>
  </w:style>
  <w:style w:type="table" w:styleId="Tablaconcuadrcula">
    <w:name w:val="Table Grid"/>
    <w:basedOn w:val="Tablanormal"/>
    <w:rsid w:val="003A4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D3E9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inerdelosrios.org/" TargetMode="External"/><Relationship Id="rId2" Type="http://schemas.openxmlformats.org/officeDocument/2006/relationships/hyperlink" Target="mailto:24006128@educa.jcyl.es" TargetMode="External"/><Relationship Id="rId1" Type="http://schemas.openxmlformats.org/officeDocument/2006/relationships/image" Target="media/image8.jpeg"/><Relationship Id="rId4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carball\Datos%20de%20programa\Microsoft\Plantillas\Logo%20y%20membrete%20color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 y membrete color.dot</Template>
  <TotalTime>14</TotalTime>
  <Pages>5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 sesión del Consejo Escolar de este Centro celebrada el pasado día 4 de Marzo del presente año éste órgano acordó dirigirse a usted para que desde esa Dirección Provincial y con el consentimiento de D</vt:lpstr>
    </vt:vector>
  </TitlesOfParts>
  <Company>I.E.S. "Giner de los Ríos"</Company>
  <LinksUpToDate>false</LinksUpToDate>
  <CharactersWithSpaces>2278</CharactersWithSpaces>
  <SharedDoc>false</SharedDoc>
  <HLinks>
    <vt:vector size="12" baseType="variant">
      <vt:variant>
        <vt:i4>3407925</vt:i4>
      </vt:variant>
      <vt:variant>
        <vt:i4>3</vt:i4>
      </vt:variant>
      <vt:variant>
        <vt:i4>0</vt:i4>
      </vt:variant>
      <vt:variant>
        <vt:i4>5</vt:i4>
      </vt:variant>
      <vt:variant>
        <vt:lpwstr>http://www.ginerdelosrios.org/</vt:lpwstr>
      </vt:variant>
      <vt:variant>
        <vt:lpwstr/>
      </vt:variant>
      <vt:variant>
        <vt:i4>4718701</vt:i4>
      </vt:variant>
      <vt:variant>
        <vt:i4>0</vt:i4>
      </vt:variant>
      <vt:variant>
        <vt:i4>0</vt:i4>
      </vt:variant>
      <vt:variant>
        <vt:i4>5</vt:i4>
      </vt:variant>
      <vt:variant>
        <vt:lpwstr>mailto:ies@ginerdelosrios.org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sesión del Consejo Escolar de este Centro celebrada el pasado día 4 de Marzo del presente año éste órgano acordó dirigirse a usted para que desde esa Dirección Provincial y con el consentimiento de D</dc:title>
  <dc:subject/>
  <dc:creator>José Manuel Carballal Puente</dc:creator>
  <cp:keywords/>
  <cp:lastModifiedBy>JUAN CARLOS CALVO PRIETO</cp:lastModifiedBy>
  <cp:revision>4</cp:revision>
  <cp:lastPrinted>2011-06-14T10:09:00Z</cp:lastPrinted>
  <dcterms:created xsi:type="dcterms:W3CDTF">2021-02-18T19:46:00Z</dcterms:created>
  <dcterms:modified xsi:type="dcterms:W3CDTF">2021-02-18T19:51:00Z</dcterms:modified>
</cp:coreProperties>
</file>